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6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0"/>
        <w:gridCol w:w="4410"/>
        <w:gridCol w:w="270"/>
        <w:gridCol w:w="4616"/>
      </w:tblGrid>
      <w:tr w:rsidR="008D4C89" w:rsidTr="002402E6">
        <w:trPr>
          <w:trHeight w:val="4977"/>
        </w:trPr>
        <w:tc>
          <w:tcPr>
            <w:tcW w:w="5040" w:type="dxa"/>
            <w:gridSpan w:val="2"/>
            <w:tcMar>
              <w:left w:w="288" w:type="dxa"/>
            </w:tcMar>
          </w:tcPr>
          <w:p w:rsidR="008D4C89" w:rsidRDefault="008D4C89" w:rsidP="00BD7651">
            <w:bookmarkStart w:id="0" w:name="_GoBack"/>
            <w:bookmarkEnd w:id="0"/>
            <w:r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634739AE" wp14:editId="3E7CC198">
                      <wp:extent cx="3011805" cy="3011170"/>
                      <wp:effectExtent l="0" t="0" r="0" b="0"/>
                      <wp:docPr id="34" name="Groupe 34" descr="élément décoratif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1805" cy="3011170"/>
                                <a:chOff x="0" y="0"/>
                                <a:chExt cx="3011805" cy="30111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 10" descr="Espace réservé à la photo, photo représentant l’œil d’un homme">
                                  <a:extLst/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3011805" cy="3011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" name="Rectangle 17" descr="Bordure blanche">
                                <a:extLst/>
                              </wps:cNvPr>
                              <wps:cNvSpPr/>
                              <wps:spPr>
                                <a:xfrm>
                                  <a:off x="434340" y="441960"/>
                                  <a:ext cx="2126615" cy="2126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1E578C" id="Groupe 34" o:spid="_x0000_s1026" alt="élément décoratif" style="width:237.15pt;height:237.1pt;mso-position-horizontal-relative:char;mso-position-vertical-relative:line" coordsize="30118,301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0" o:spid="_x0000_s1027" type="#_x0000_t75" alt="Espace réservé à la photo, photo représentant l’œil d’un homme" style="position:absolute;width:30118;height:30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">
                        <v:imagedata r:id="rId11" o:title="Espace réservé à la photo, photo représentant l’œil d’un homme"/>
                        <v:path arrowok="t"/>
                      </v:shape>
                      <v:rect id="Rectangle 17" o:spid="_x0000_s1028" alt="Bordure blanche" style="position:absolute;left:4343;top:4419;width:21266;height:21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" filled="f" strokecolor="white [3212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0" w:type="dxa"/>
            <w:vMerge w:val="restart"/>
          </w:tcPr>
          <w:p w:rsidR="008D4C89" w:rsidRDefault="008D4C89" w:rsidP="008064DE"/>
        </w:tc>
        <w:tc>
          <w:tcPr>
            <w:tcW w:w="4616" w:type="dxa"/>
            <w:vMerge w:val="restart"/>
          </w:tcPr>
          <w:sdt>
            <w:sdtPr>
              <w:id w:val="-1206170582"/>
              <w:placeholder>
                <w:docPart w:val="0357A2B6697A467580D0FE4FE81DA72E"/>
              </w:placeholder>
              <w:temporary/>
              <w:showingPlcHdr/>
              <w15:appearance w15:val="hidden"/>
            </w:sdtPr>
            <w:sdtEndPr/>
            <w:sdtContent>
              <w:p w:rsidR="008D4C89" w:rsidRDefault="003C3388" w:rsidP="003C3388">
                <w:r>
                  <w:rPr>
                    <w:lang w:bidi="fr-FR"/>
                  </w:rPr>
                  <w:t xml:space="preserve">Présentation et objectif. Remplacez cette phrase par votre objectif professionnel, ou </w:t>
                </w:r>
                <w:r w:rsidR="00DE591D">
                  <w:rPr>
                    <w:lang w:bidi="fr-FR"/>
                  </w:rPr>
                  <w:br/>
                </w:r>
                <w:r>
                  <w:rPr>
                    <w:lang w:bidi="fr-FR"/>
                  </w:rPr>
                  <w:t xml:space="preserve">présentez-vous et décrivez votre projet. </w:t>
                </w:r>
              </w:p>
            </w:sdtContent>
          </w:sdt>
          <w:p w:rsidR="003C3388" w:rsidRDefault="003C3388" w:rsidP="003C3388"/>
          <w:sdt>
            <w:sdtPr>
              <w:rPr>
                <w:b w:val="0"/>
              </w:rPr>
              <w:id w:val="-1359042588"/>
              <w:placeholder>
                <w:docPart w:val="71CBA46931DF4B56A59C9B9C3D575BDA"/>
              </w:placeholder>
              <w:temporary/>
              <w:showingPlcHdr/>
              <w15:appearance w15:val="hidden"/>
            </w:sdtPr>
            <w:sdtEndPr/>
            <w:sdtContent>
              <w:p w:rsidR="008D4C89" w:rsidRPr="00B72D6F" w:rsidRDefault="008D4C89" w:rsidP="00B72D6F">
                <w:pPr>
                  <w:pStyle w:val="Titre1"/>
                  <w:rPr>
                    <w:b w:val="0"/>
                  </w:rPr>
                </w:pPr>
                <w:r w:rsidRPr="00B72D6F">
                  <w:rPr>
                    <w:rStyle w:val="Titre1Car"/>
                    <w:b/>
                    <w:lang w:bidi="fr-FR"/>
                  </w:rPr>
                  <w:t>Expérience</w:t>
                </w:r>
              </w:p>
            </w:sdtContent>
          </w:sdt>
          <w:p w:rsidR="008D4C89" w:rsidRPr="00036450" w:rsidRDefault="00DF178D" w:rsidP="008064DE">
            <w:pPr>
              <w:pStyle w:val="Datescls"/>
            </w:pPr>
            <w:sdt>
              <w:sdtPr>
                <w:id w:val="157580464"/>
                <w:placeholder>
                  <w:docPart w:val="B0542DABD2E64954AC89B15C75EC41F1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>[Date de début]</w:t>
                </w:r>
              </w:sdtContent>
            </w:sdt>
            <w:r w:rsidR="008D4C89" w:rsidRPr="00036450">
              <w:rPr>
                <w:lang w:bidi="fr-FR"/>
              </w:rPr>
              <w:t>–</w:t>
            </w:r>
            <w:sdt>
              <w:sdtPr>
                <w:id w:val="-1101104884"/>
                <w:placeholder>
                  <w:docPart w:val="60672DF3AD8C4AAB85066691937DBBF0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>[Date de fin]</w:t>
                </w:r>
              </w:sdtContent>
            </w:sdt>
          </w:p>
          <w:p w:rsidR="008D4C89" w:rsidRPr="008064DE" w:rsidRDefault="00DF178D" w:rsidP="008064DE">
            <w:pPr>
              <w:pStyle w:val="Intitulduposte"/>
              <w:rPr>
                <w:bCs/>
              </w:rPr>
            </w:pPr>
            <w:sdt>
              <w:sdtPr>
                <w:id w:val="-1167319978"/>
                <w:placeholder>
                  <w:docPart w:val="63AD80EF148242AB8461310BEABC34AD"/>
                </w:placeholder>
                <w:temporary/>
                <w:showingPlcHdr/>
                <w15:appearance w15:val="hidden"/>
              </w:sdtPr>
              <w:sdtEndPr>
                <w:rPr>
                  <w:bCs/>
                </w:rPr>
              </w:sdtEndPr>
              <w:sdtContent>
                <w:r w:rsidR="008D4C89" w:rsidRPr="008064DE">
                  <w:rPr>
                    <w:lang w:bidi="fr-FR"/>
                  </w:rPr>
                  <w:t>Intitulé du poste (</w:t>
                </w:r>
                <w:r w:rsidR="008D4C89" w:rsidRPr="008064DE">
                  <w:rPr>
                    <w:i/>
                    <w:lang w:bidi="fr-FR"/>
                  </w:rPr>
                  <w:t>Exemple : Analyste marketing</w:t>
                </w:r>
                <w:r w:rsidR="008D4C89" w:rsidRPr="008064DE">
                  <w:rPr>
                    <w:lang w:bidi="fr-FR"/>
                  </w:rPr>
                  <w:t>)</w:t>
                </w:r>
              </w:sdtContent>
            </w:sdt>
          </w:p>
          <w:p w:rsidR="008D4C89" w:rsidRDefault="00DF178D" w:rsidP="008064DE">
            <w:pPr>
              <w:pStyle w:val="Intitulduposte"/>
            </w:pPr>
            <w:sdt>
              <w:sdtPr>
                <w:id w:val="2029511879"/>
                <w:placeholder>
                  <w:docPart w:val="41C291B6CEA54D228F02A83B37F337A6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8064DE">
                  <w:rPr>
                    <w:lang w:bidi="fr-FR"/>
                  </w:rPr>
                  <w:t>Fonction (</w:t>
                </w:r>
                <w:r w:rsidR="008D4C89" w:rsidRPr="008064DE">
                  <w:rPr>
                    <w:i/>
                    <w:lang w:bidi="fr-FR"/>
                  </w:rPr>
                  <w:t>exemple : Cadre</w:t>
                </w:r>
                <w:r w:rsidR="008D4C89" w:rsidRPr="008064DE">
                  <w:rPr>
                    <w:lang w:bidi="fr-FR"/>
                  </w:rPr>
                  <w:t>)</w:t>
                </w:r>
              </w:sdtContent>
            </w:sdt>
            <w:r w:rsidR="008D4C89" w:rsidRPr="00036450">
              <w:rPr>
                <w:lang w:bidi="fr-FR"/>
              </w:rPr>
              <w:t xml:space="preserve"> </w:t>
            </w:r>
          </w:p>
          <w:p w:rsidR="008D4C89" w:rsidRPr="008064DE" w:rsidRDefault="00DF178D" w:rsidP="008064DE">
            <w:pPr>
              <w:pStyle w:val="Nomdelasocit"/>
            </w:pPr>
            <w:sdt>
              <w:sdtPr>
                <w:id w:val="-1315797015"/>
                <w:placeholder>
                  <w:docPart w:val="A006F8E53E8C4A99B920F633452392AC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8064DE">
                  <w:rPr>
                    <w:lang w:bidi="fr-FR"/>
                  </w:rPr>
                  <w:t>Nom de la société</w:t>
                </w:r>
              </w:sdtContent>
            </w:sdt>
            <w:r w:rsidR="008D4C89" w:rsidRPr="008064DE">
              <w:rPr>
                <w:lang w:bidi="fr-FR"/>
              </w:rPr>
              <w:t xml:space="preserve">  </w:t>
            </w:r>
          </w:p>
          <w:p w:rsidR="008D4C89" w:rsidRPr="00036450" w:rsidRDefault="00DF178D" w:rsidP="008064DE">
            <w:pPr>
              <w:pStyle w:val="Datescls"/>
            </w:pPr>
            <w:sdt>
              <w:sdtPr>
                <w:id w:val="1675680173"/>
                <w:placeholder>
                  <w:docPart w:val="53532DB0AA3B49C1A04B9F6829A31A1A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>[Date de début]</w:t>
                </w:r>
              </w:sdtContent>
            </w:sdt>
            <w:r w:rsidR="008D4C89" w:rsidRPr="00036450">
              <w:rPr>
                <w:lang w:bidi="fr-FR"/>
              </w:rPr>
              <w:t>–</w:t>
            </w:r>
            <w:sdt>
              <w:sdtPr>
                <w:id w:val="516580915"/>
                <w:placeholder>
                  <w:docPart w:val="9F1A9FA9473C4A919F31231523825E2D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>[Date de fin]</w:t>
                </w:r>
              </w:sdtContent>
            </w:sdt>
          </w:p>
          <w:p w:rsidR="008D4C89" w:rsidRPr="008064DE" w:rsidRDefault="00DF178D" w:rsidP="008064DE">
            <w:pPr>
              <w:pStyle w:val="Intitulduposte"/>
              <w:rPr>
                <w:bCs/>
              </w:rPr>
            </w:pPr>
            <w:sdt>
              <w:sdtPr>
                <w:id w:val="-107202242"/>
                <w:placeholder>
                  <w:docPart w:val="67AF458B60884EAB8D6A8006300C47BB"/>
                </w:placeholder>
                <w:temporary/>
                <w:showingPlcHdr/>
                <w15:appearance w15:val="hidden"/>
              </w:sdtPr>
              <w:sdtEndPr>
                <w:rPr>
                  <w:bCs/>
                </w:rPr>
              </w:sdtEndPr>
              <w:sdtContent>
                <w:r w:rsidR="008D4C89" w:rsidRPr="008064DE">
                  <w:rPr>
                    <w:lang w:bidi="fr-FR"/>
                  </w:rPr>
                  <w:t>Intitulé du poste (</w:t>
                </w:r>
                <w:r w:rsidR="008D4C89" w:rsidRPr="008064DE">
                  <w:rPr>
                    <w:i/>
                    <w:lang w:bidi="fr-FR"/>
                  </w:rPr>
                  <w:t>Exemple : Analyste marketing</w:t>
                </w:r>
                <w:r w:rsidR="008D4C89" w:rsidRPr="008064DE">
                  <w:rPr>
                    <w:lang w:bidi="fr-FR"/>
                  </w:rPr>
                  <w:t>)</w:t>
                </w:r>
              </w:sdtContent>
            </w:sdt>
          </w:p>
          <w:p w:rsidR="008D4C89" w:rsidRDefault="00DF178D" w:rsidP="008064DE">
            <w:pPr>
              <w:pStyle w:val="Intitulduposte"/>
            </w:pPr>
            <w:sdt>
              <w:sdtPr>
                <w:id w:val="1239684371"/>
                <w:placeholder>
                  <w:docPart w:val="1FBB363BBF4048FC82F2830F794318AF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8064DE">
                  <w:rPr>
                    <w:lang w:bidi="fr-FR"/>
                  </w:rPr>
                  <w:t>Fonction (</w:t>
                </w:r>
                <w:r w:rsidR="008D4C89" w:rsidRPr="008064DE">
                  <w:rPr>
                    <w:i/>
                    <w:lang w:bidi="fr-FR"/>
                  </w:rPr>
                  <w:t>exemple : Cadre</w:t>
                </w:r>
                <w:r w:rsidR="008D4C89" w:rsidRPr="008064DE">
                  <w:rPr>
                    <w:lang w:bidi="fr-FR"/>
                  </w:rPr>
                  <w:t>)</w:t>
                </w:r>
              </w:sdtContent>
            </w:sdt>
            <w:r w:rsidR="008D4C89" w:rsidRPr="00036450">
              <w:rPr>
                <w:lang w:bidi="fr-FR"/>
              </w:rPr>
              <w:t xml:space="preserve"> </w:t>
            </w:r>
          </w:p>
          <w:p w:rsidR="008D4C89" w:rsidRPr="008064DE" w:rsidRDefault="00DF178D" w:rsidP="008064DE">
            <w:pPr>
              <w:pStyle w:val="Nomdelasocit"/>
            </w:pPr>
            <w:sdt>
              <w:sdtPr>
                <w:id w:val="-1251422745"/>
                <w:placeholder>
                  <w:docPart w:val="C5F368C4C14C43ACBFA2F8AF36F9C752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8064DE">
                  <w:rPr>
                    <w:lang w:bidi="fr-FR"/>
                  </w:rPr>
                  <w:t>Nom de la société</w:t>
                </w:r>
              </w:sdtContent>
            </w:sdt>
            <w:r w:rsidR="008D4C89" w:rsidRPr="008064DE">
              <w:rPr>
                <w:lang w:bidi="fr-FR"/>
              </w:rPr>
              <w:t xml:space="preserve">  </w:t>
            </w:r>
          </w:p>
          <w:p w:rsidR="008D4C89" w:rsidRPr="00036450" w:rsidRDefault="00DF178D" w:rsidP="008064DE">
            <w:pPr>
              <w:pStyle w:val="Datescls"/>
            </w:pPr>
            <w:sdt>
              <w:sdtPr>
                <w:id w:val="-955092390"/>
                <w:placeholder>
                  <w:docPart w:val="F694E9DBF44644D7837CC7E483F6C7D8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>[Date de début]</w:t>
                </w:r>
              </w:sdtContent>
            </w:sdt>
            <w:r w:rsidR="008D4C89" w:rsidRPr="00036450">
              <w:rPr>
                <w:lang w:bidi="fr-FR"/>
              </w:rPr>
              <w:t>–</w:t>
            </w:r>
            <w:sdt>
              <w:sdtPr>
                <w:id w:val="834500727"/>
                <w:placeholder>
                  <w:docPart w:val="92E2D90329AB4797BEEE093930E28E1F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>[Date de fin]</w:t>
                </w:r>
              </w:sdtContent>
            </w:sdt>
          </w:p>
          <w:p w:rsidR="008D4C89" w:rsidRPr="008064DE" w:rsidRDefault="00DF178D" w:rsidP="008064DE">
            <w:pPr>
              <w:pStyle w:val="Intitulduposte"/>
              <w:rPr>
                <w:bCs/>
              </w:rPr>
            </w:pPr>
            <w:sdt>
              <w:sdtPr>
                <w:id w:val="-1166388910"/>
                <w:placeholder>
                  <w:docPart w:val="738F0846F8D345C08215A4CA22F33D31"/>
                </w:placeholder>
                <w:temporary/>
                <w:showingPlcHdr/>
                <w15:appearance w15:val="hidden"/>
              </w:sdtPr>
              <w:sdtEndPr>
                <w:rPr>
                  <w:bCs/>
                </w:rPr>
              </w:sdtEndPr>
              <w:sdtContent>
                <w:r w:rsidR="008D4C89" w:rsidRPr="008064DE">
                  <w:rPr>
                    <w:lang w:bidi="fr-FR"/>
                  </w:rPr>
                  <w:t>Intitulé du poste (</w:t>
                </w:r>
                <w:r w:rsidR="008D4C89" w:rsidRPr="008064DE">
                  <w:rPr>
                    <w:i/>
                    <w:lang w:bidi="fr-FR"/>
                  </w:rPr>
                  <w:t>Exemple : Analyste marketing</w:t>
                </w:r>
                <w:r w:rsidR="008D4C89" w:rsidRPr="008064DE">
                  <w:rPr>
                    <w:lang w:bidi="fr-FR"/>
                  </w:rPr>
                  <w:t>)</w:t>
                </w:r>
              </w:sdtContent>
            </w:sdt>
          </w:p>
          <w:p w:rsidR="008D4C89" w:rsidRDefault="00DF178D" w:rsidP="008064DE">
            <w:pPr>
              <w:pStyle w:val="Intitulduposte"/>
            </w:pPr>
            <w:sdt>
              <w:sdtPr>
                <w:id w:val="505417968"/>
                <w:placeholder>
                  <w:docPart w:val="8997861EA4BF4B9EB82655FE198D8D4A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8064DE">
                  <w:rPr>
                    <w:lang w:bidi="fr-FR"/>
                  </w:rPr>
                  <w:t>Fonction (</w:t>
                </w:r>
                <w:r w:rsidR="008D4C89" w:rsidRPr="008064DE">
                  <w:rPr>
                    <w:i/>
                    <w:lang w:bidi="fr-FR"/>
                  </w:rPr>
                  <w:t>exemple : Cadre</w:t>
                </w:r>
                <w:r w:rsidR="008D4C89" w:rsidRPr="008064DE">
                  <w:rPr>
                    <w:lang w:bidi="fr-FR"/>
                  </w:rPr>
                  <w:t>)</w:t>
                </w:r>
              </w:sdtContent>
            </w:sdt>
            <w:r w:rsidR="008D4C89" w:rsidRPr="00036450">
              <w:rPr>
                <w:lang w:bidi="fr-FR"/>
              </w:rPr>
              <w:t xml:space="preserve"> </w:t>
            </w:r>
          </w:p>
          <w:p w:rsidR="008D4C89" w:rsidRPr="008064DE" w:rsidRDefault="00DF178D" w:rsidP="008064DE">
            <w:pPr>
              <w:pStyle w:val="Nomdelasocit"/>
            </w:pPr>
            <w:sdt>
              <w:sdtPr>
                <w:id w:val="550885757"/>
                <w:placeholder>
                  <w:docPart w:val="0151252D9DD444A6AB55B7340CCE6FB7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8064DE">
                  <w:rPr>
                    <w:lang w:bidi="fr-FR"/>
                  </w:rPr>
                  <w:t>Nom de la société</w:t>
                </w:r>
              </w:sdtContent>
            </w:sdt>
            <w:r w:rsidR="008D4C89" w:rsidRPr="008064DE">
              <w:rPr>
                <w:lang w:bidi="fr-FR"/>
              </w:rPr>
              <w:t xml:space="preserve">  </w:t>
            </w:r>
          </w:p>
          <w:sdt>
            <w:sdtPr>
              <w:id w:val="1049110328"/>
              <w:placeholder>
                <w:docPart w:val="E639B99B819448E680F1CBAA46DB1075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8064DE">
                <w:pPr>
                  <w:pStyle w:val="Titre1"/>
                </w:pPr>
                <w:r w:rsidRPr="008064DE">
                  <w:rPr>
                    <w:lang w:bidi="fr-FR"/>
                  </w:rPr>
                  <w:t>Formation</w:t>
                </w:r>
              </w:p>
            </w:sdtContent>
          </w:sdt>
          <w:p w:rsidR="008D4C89" w:rsidRPr="00036450" w:rsidRDefault="00DF178D" w:rsidP="008064DE">
            <w:pPr>
              <w:pStyle w:val="Datescls"/>
            </w:pPr>
            <w:sdt>
              <w:sdtPr>
                <w:id w:val="201059472"/>
                <w:placeholder>
                  <w:docPart w:val="4247611CA66C4B37B85434266324DEA8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 xml:space="preserve">[Dates </w:t>
                </w:r>
                <w:r w:rsidR="008D4C89">
                  <w:rPr>
                    <w:lang w:bidi="fr-FR"/>
                  </w:rPr>
                  <w:t>de fin d’études</w:t>
                </w:r>
                <w:r w:rsidR="008D4C89" w:rsidRPr="00036450">
                  <w:rPr>
                    <w:lang w:bidi="fr-FR"/>
                  </w:rPr>
                  <w:t>]</w:t>
                </w:r>
              </w:sdtContent>
            </w:sdt>
            <w:r w:rsidR="008D4C89">
              <w:rPr>
                <w:lang w:bidi="fr-FR"/>
              </w:rPr>
              <w:t xml:space="preserve"> </w:t>
            </w:r>
          </w:p>
          <w:sdt>
            <w:sdtPr>
              <w:id w:val="-1584214038"/>
              <w:placeholder>
                <w:docPart w:val="D66D32F1DEF24BD697514BC6548A0068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D7651">
                <w:pPr>
                  <w:pStyle w:val="Intitulduposte"/>
                </w:pPr>
                <w:r w:rsidRPr="00BD7651">
                  <w:rPr>
                    <w:lang w:bidi="fr-FR"/>
                  </w:rPr>
                  <w:t>[Ville], [État], [Région]</w:t>
                </w:r>
              </w:p>
            </w:sdtContent>
          </w:sdt>
          <w:sdt>
            <w:sdtPr>
              <w:id w:val="1671216746"/>
              <w:placeholder>
                <w:docPart w:val="0D2EAF1C3E3C403DB78346CF14DDC589"/>
              </w:placeholder>
              <w:temporary/>
              <w:showingPlcHdr/>
              <w15:appearance w15:val="hidden"/>
            </w:sdtPr>
            <w:sdtEndPr/>
            <w:sdtContent>
              <w:p w:rsidR="008D4C89" w:rsidRPr="008064DE" w:rsidRDefault="008D4C89" w:rsidP="00BD7651">
                <w:pPr>
                  <w:pStyle w:val="Nomdelasocit"/>
                </w:pPr>
                <w:r w:rsidRPr="00BD7651">
                  <w:rPr>
                    <w:lang w:bidi="fr-FR"/>
                  </w:rPr>
                  <w:t xml:space="preserve">Description, MPC (moyenne pondérée </w:t>
                </w:r>
                <w:r w:rsidR="00DE591D">
                  <w:rPr>
                    <w:lang w:bidi="fr-FR"/>
                  </w:rPr>
                  <w:br/>
                </w:r>
                <w:r w:rsidRPr="00BD7651">
                  <w:rPr>
                    <w:lang w:bidi="fr-FR"/>
                  </w:rPr>
                  <w:t xml:space="preserve">cumulative) et bref récapitulatif des cours </w:t>
                </w:r>
                <w:r w:rsidR="00DE591D">
                  <w:rPr>
                    <w:lang w:bidi="fr-FR"/>
                  </w:rPr>
                  <w:br/>
                </w:r>
                <w:r w:rsidRPr="00BD7651">
                  <w:rPr>
                    <w:lang w:bidi="fr-FR"/>
                  </w:rPr>
                  <w:t xml:space="preserve">dispensés ainsi que des distinctions et des </w:t>
                </w:r>
                <w:r w:rsidR="00DE591D">
                  <w:rPr>
                    <w:lang w:bidi="fr-FR"/>
                  </w:rPr>
                  <w:br/>
                </w:r>
                <w:r w:rsidRPr="00BD7651">
                  <w:rPr>
                    <w:lang w:bidi="fr-FR"/>
                  </w:rPr>
                  <w:t>mentions obtenues.</w:t>
                </w:r>
              </w:p>
            </w:sdtContent>
          </w:sdt>
          <w:p w:rsidR="008D4C89" w:rsidRPr="00036450" w:rsidRDefault="00DF178D" w:rsidP="00BD7651">
            <w:pPr>
              <w:pStyle w:val="Datescls"/>
            </w:pPr>
            <w:sdt>
              <w:sdtPr>
                <w:id w:val="-1045208533"/>
                <w:placeholder>
                  <w:docPart w:val="0EE4744D93284FF09A4E9EBB9CD806C4"/>
                </w:placeholder>
                <w:temporary/>
                <w:showingPlcHdr/>
                <w15:appearance w15:val="hidden"/>
              </w:sdtPr>
              <w:sdtEndPr/>
              <w:sdtContent>
                <w:r w:rsidR="008D4C89" w:rsidRPr="00036450">
                  <w:rPr>
                    <w:lang w:bidi="fr-FR"/>
                  </w:rPr>
                  <w:t xml:space="preserve">[Dates </w:t>
                </w:r>
                <w:r w:rsidR="008D4C89">
                  <w:rPr>
                    <w:lang w:bidi="fr-FR"/>
                  </w:rPr>
                  <w:t>de fin d’études</w:t>
                </w:r>
                <w:r w:rsidR="008D4C89" w:rsidRPr="00036450">
                  <w:rPr>
                    <w:lang w:bidi="fr-FR"/>
                  </w:rPr>
                  <w:t>]</w:t>
                </w:r>
              </w:sdtContent>
            </w:sdt>
            <w:r w:rsidR="008D4C89">
              <w:rPr>
                <w:lang w:bidi="fr-FR"/>
              </w:rPr>
              <w:t xml:space="preserve"> </w:t>
            </w:r>
          </w:p>
          <w:sdt>
            <w:sdtPr>
              <w:id w:val="1556655210"/>
              <w:placeholder>
                <w:docPart w:val="5DDD0BD56045423B8A33425A3FAAFB62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D7651">
                <w:pPr>
                  <w:pStyle w:val="Intitulduposte"/>
                </w:pPr>
                <w:r w:rsidRPr="00BD7651">
                  <w:rPr>
                    <w:lang w:bidi="fr-FR"/>
                  </w:rPr>
                  <w:t>[Ville], [État], [Région]</w:t>
                </w:r>
              </w:p>
            </w:sdtContent>
          </w:sdt>
          <w:sdt>
            <w:sdtPr>
              <w:id w:val="-1343628788"/>
              <w:placeholder>
                <w:docPart w:val="5DDD0BD56045423B8A33425A3FAAFB62"/>
              </w:placeholder>
              <w:temporary/>
              <w:showingPlcHdr/>
              <w15:appearance w15:val="hidden"/>
            </w:sdtPr>
            <w:sdtEndPr/>
            <w:sdtContent>
              <w:p w:rsidR="008D4C89" w:rsidRPr="008064DE" w:rsidRDefault="008D16E5" w:rsidP="00BD7651">
                <w:pPr>
                  <w:pStyle w:val="Nomdelasocit"/>
                </w:pPr>
                <w:r w:rsidRPr="00BD7651">
                  <w:rPr>
                    <w:lang w:bidi="fr-FR"/>
                  </w:rPr>
                  <w:t>[Ville], [État], [Région]</w:t>
                </w:r>
              </w:p>
            </w:sdtContent>
          </w:sdt>
          <w:sdt>
            <w:sdtPr>
              <w:id w:val="-1042748147"/>
              <w:placeholder>
                <w:docPart w:val="218C549DF8CB405D926C7568FA486806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D7651">
                <w:pPr>
                  <w:pStyle w:val="Titre1"/>
                </w:pPr>
                <w:r w:rsidRPr="00BD7651">
                  <w:rPr>
                    <w:lang w:bidi="fr-FR"/>
                  </w:rPr>
                  <w:t>Activités</w:t>
                </w:r>
              </w:p>
            </w:sdtContent>
          </w:sdt>
          <w:sdt>
            <w:sdtPr>
              <w:id w:val="2015498435"/>
              <w:placeholder>
                <w:docPart w:val="B1292495F9B041299962C583A572E00F"/>
              </w:placeholder>
              <w:temporary/>
              <w:showingPlcHdr/>
              <w15:appearance w15:val="hidden"/>
            </w:sdtPr>
            <w:sdtEndPr/>
            <w:sdtContent>
              <w:p w:rsidR="008D4C89" w:rsidRPr="00BD7651" w:rsidRDefault="008D4C89" w:rsidP="00BD7651">
                <w:r w:rsidRPr="00BD7651">
                  <w:rPr>
                    <w:lang w:bidi="fr-FR"/>
                  </w:rPr>
                  <w:t xml:space="preserve">Utilisez cette section pour indiquer vos passions </w:t>
                </w:r>
                <w:r w:rsidR="00DE591D">
                  <w:rPr>
                    <w:lang w:bidi="fr-FR"/>
                  </w:rPr>
                  <w:br/>
                </w:r>
                <w:r w:rsidRPr="00BD7651">
                  <w:rPr>
                    <w:lang w:bidi="fr-FR"/>
                  </w:rPr>
                  <w:t xml:space="preserve">et activités pertinentes. Il peut être utile </w:t>
                </w:r>
                <w:r w:rsidR="00DE591D">
                  <w:rPr>
                    <w:lang w:bidi="fr-FR"/>
                  </w:rPr>
                  <w:br/>
                </w:r>
                <w:r w:rsidRPr="00BD7651">
                  <w:rPr>
                    <w:lang w:bidi="fr-FR"/>
                  </w:rPr>
                  <w:t>d’indiquer ici vos expériences en animation et</w:t>
                </w:r>
                <w:r w:rsidR="008D16E5">
                  <w:rPr>
                    <w:lang w:bidi="fr-FR"/>
                  </w:rPr>
                  <w:t> </w:t>
                </w:r>
                <w:r w:rsidRPr="00BD7651">
                  <w:rPr>
                    <w:lang w:bidi="fr-FR"/>
                  </w:rPr>
                  <w:t xml:space="preserve">bénévolat. Vous pouvez également ajouter </w:t>
                </w:r>
                <w:r w:rsidR="00DE591D">
                  <w:rPr>
                    <w:lang w:bidi="fr-FR"/>
                  </w:rPr>
                  <w:br/>
                </w:r>
                <w:r w:rsidRPr="00BD7651">
                  <w:rPr>
                    <w:lang w:bidi="fr-FR"/>
                  </w:rPr>
                  <w:t>d’autres informations importantes comme vos</w:t>
                </w:r>
                <w:r w:rsidR="008D16E5">
                  <w:rPr>
                    <w:lang w:bidi="fr-FR"/>
                  </w:rPr>
                  <w:t> </w:t>
                </w:r>
                <w:r w:rsidRPr="00BD7651">
                  <w:rPr>
                    <w:lang w:bidi="fr-FR"/>
                  </w:rPr>
                  <w:t>publications, certifications, langues, etc.</w:t>
                </w:r>
              </w:p>
            </w:sdtContent>
          </w:sdt>
        </w:tc>
      </w:tr>
      <w:tr w:rsidR="008D4C89" w:rsidTr="002402E6">
        <w:trPr>
          <w:trHeight w:val="1863"/>
        </w:trPr>
        <w:tc>
          <w:tcPr>
            <w:tcW w:w="5040" w:type="dxa"/>
            <w:gridSpan w:val="2"/>
            <w:tcMar>
              <w:left w:w="288" w:type="dxa"/>
            </w:tcMar>
          </w:tcPr>
          <w:sdt>
            <w:sdtPr>
              <w:id w:val="-1025626929"/>
              <w:placeholder>
                <w:docPart w:val="7967AFE801004A69923A9830E0E5E33D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D7651">
                <w:pPr>
                  <w:pStyle w:val="Titre"/>
                </w:pPr>
                <w:r w:rsidRPr="00176419">
                  <w:rPr>
                    <w:lang w:val="fr-FR" w:bidi="fr-FR"/>
                  </w:rPr>
                  <w:t>[Prénom]</w:t>
                </w:r>
              </w:p>
            </w:sdtContent>
          </w:sdt>
          <w:sdt>
            <w:sdtPr>
              <w:id w:val="1379510929"/>
              <w:placeholder>
                <w:docPart w:val="1F6D62AA6A694534B27C8B5A9EA79280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D7651">
                <w:pPr>
                  <w:pStyle w:val="Titre"/>
                  <w:rPr>
                    <w:noProof/>
                  </w:rPr>
                </w:pPr>
                <w:r w:rsidRPr="00176419">
                  <w:rPr>
                    <w:lang w:val="fr-FR" w:bidi="fr-FR"/>
                  </w:rPr>
                  <w:t>[Nom]</w:t>
                </w:r>
              </w:p>
            </w:sdtContent>
          </w:sdt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792"/>
        </w:trPr>
        <w:tc>
          <w:tcPr>
            <w:tcW w:w="5040" w:type="dxa"/>
            <w:gridSpan w:val="2"/>
            <w:tcMar>
              <w:left w:w="288" w:type="dxa"/>
            </w:tcMar>
          </w:tcPr>
          <w:sdt>
            <w:sdtPr>
              <w:id w:val="-712114786"/>
              <w:placeholder>
                <w:docPart w:val="5663DF45B0B74E0A93BC0DBA4B891530"/>
              </w:placeholder>
              <w:temporary/>
              <w:showingPlcHdr/>
              <w15:appearance w15:val="hidden"/>
            </w:sdtPr>
            <w:sdtEndPr/>
            <w:sdtContent>
              <w:p w:rsidR="008D4C89" w:rsidRPr="00BD7651" w:rsidRDefault="008D4C89" w:rsidP="00BD7651">
                <w:pPr>
                  <w:pStyle w:val="Titre"/>
                  <w:rPr>
                    <w:lang w:val="en-US"/>
                  </w:rPr>
                </w:pPr>
                <w:r w:rsidRPr="00BD7651">
                  <w:rPr>
                    <w:rStyle w:val="Sous-titreCar"/>
                    <w:lang w:val="fr-FR" w:bidi="fr-FR"/>
                  </w:rPr>
                  <w:t>[Intitulé du poste]</w:t>
                </w:r>
              </w:p>
            </w:sdtContent>
          </w:sdt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1152"/>
        </w:trPr>
        <w:tc>
          <w:tcPr>
            <w:tcW w:w="630" w:type="dxa"/>
            <w:vAlign w:val="center"/>
          </w:tcPr>
          <w:p w:rsidR="008D4C89" w:rsidRDefault="008D4C89" w:rsidP="00BD7651">
            <w:pPr>
              <w:jc w:val="center"/>
            </w:pPr>
            <w:r w:rsidRPr="00F4731D">
              <w:rPr>
                <w:noProof/>
                <w:lang w:eastAsia="fr-FR"/>
              </w:rPr>
              <w:drawing>
                <wp:inline distT="0" distB="0" distL="0" distR="0" wp14:anchorId="531BC7F3" wp14:editId="6BD2860C">
                  <wp:extent cx="190500" cy="190500"/>
                  <wp:effectExtent l="0" t="0" r="0" b="0"/>
                  <wp:docPr id="29" name="Graphisme 23" descr="Icône de téléphon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355993-40E7-4C4B-8201-13AD2536E24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sme 23">
                            <a:extLst>
                              <a:ext uri="{FF2B5EF4-FFF2-40B4-BE49-F238E27FC236}">
                                <a16:creationId xmlns:a16="http://schemas.microsoft.com/office/drawing/2014/main" id="{58355993-40E7-4C4B-8201-13AD2536E2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Mar>
              <w:left w:w="216" w:type="dxa"/>
            </w:tcMar>
            <w:vAlign w:val="center"/>
          </w:tcPr>
          <w:sdt>
            <w:sdtPr>
              <w:id w:val="1111563247"/>
              <w:placeholder>
                <w:docPart w:val="D41BC2FED5614054A2FCEE1F3286ABA1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8D4C89">
                <w:pPr>
                  <w:pStyle w:val="Coordonnes0"/>
                </w:pPr>
                <w:r w:rsidRPr="008D4C89">
                  <w:rPr>
                    <w:rStyle w:val="Titre2Car"/>
                    <w:lang w:bidi="fr-FR"/>
                  </w:rPr>
                  <w:t>Téléphone :</w:t>
                </w:r>
              </w:p>
            </w:sdtContent>
          </w:sdt>
          <w:sdt>
            <w:sdtPr>
              <w:id w:val="-324128318"/>
              <w:placeholder>
                <w:docPart w:val="FD1ABF5ED8CE44439479E3E966FA7EA9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8D4C89">
                <w:r>
                  <w:rPr>
                    <w:lang w:bidi="fr-FR"/>
                  </w:rPr>
                  <w:t>+6 78 65 43 21</w:t>
                </w:r>
              </w:p>
            </w:sdtContent>
          </w:sdt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1152"/>
        </w:trPr>
        <w:tc>
          <w:tcPr>
            <w:tcW w:w="630" w:type="dxa"/>
            <w:vAlign w:val="center"/>
          </w:tcPr>
          <w:p w:rsidR="008D4C89" w:rsidRDefault="008D4C89" w:rsidP="00BD7651">
            <w:pPr>
              <w:jc w:val="center"/>
            </w:pPr>
            <w:r w:rsidRPr="00F4731D">
              <w:rPr>
                <w:noProof/>
                <w:lang w:eastAsia="fr-FR"/>
              </w:rPr>
              <w:drawing>
                <wp:inline distT="0" distB="0" distL="0" distR="0" wp14:anchorId="066D7339" wp14:editId="2FEA04BC">
                  <wp:extent cx="220980" cy="220980"/>
                  <wp:effectExtent l="0" t="0" r="7620" b="7620"/>
                  <wp:docPr id="31" name="Graphisme 27" descr="Icône du symbole @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442E5E-54F3-4EEC-BC04-0316892CC1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phisme 27">
                            <a:extLst>
                              <a:ext uri="{FF2B5EF4-FFF2-40B4-BE49-F238E27FC236}">
                                <a16:creationId xmlns:a16="http://schemas.microsoft.com/office/drawing/2014/main" id="{A7442E5E-54F3-4EEC-BC04-0316892CC1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Mar>
              <w:left w:w="216" w:type="dxa"/>
            </w:tcMar>
            <w:vAlign w:val="center"/>
          </w:tcPr>
          <w:sdt>
            <w:sdtPr>
              <w:id w:val="-240260293"/>
              <w:placeholder>
                <w:docPart w:val="5D047AD2A1044C1D94F1411BE0A570BA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8D4C89">
                <w:pPr>
                  <w:pStyle w:val="Coordonnes0"/>
                </w:pPr>
                <w:r w:rsidRPr="008D4C89">
                  <w:rPr>
                    <w:rStyle w:val="Titre2Car"/>
                    <w:lang w:bidi="fr-FR"/>
                  </w:rPr>
                  <w:t>Adresse email :</w:t>
                </w:r>
              </w:p>
            </w:sdtContent>
          </w:sdt>
          <w:p w:rsidR="008D4C89" w:rsidRPr="00B72D6F" w:rsidRDefault="00DF178D" w:rsidP="008D4C89">
            <w:pPr>
              <w:rPr>
                <w:rStyle w:val="Lienhypertexte"/>
              </w:rPr>
            </w:pPr>
            <w:sdt>
              <w:sdtPr>
                <w:rPr>
                  <w:color w:val="00768E" w:themeColor="accent2" w:themeShade="80"/>
                  <w:u w:val="single"/>
                </w:rPr>
                <w:id w:val="-1223903890"/>
                <w:placeholder>
                  <w:docPart w:val="7FD1842C36DB43F881AECAE8FDB23F12"/>
                </w:placeholder>
                <w:temporary/>
                <w:showingPlcHdr/>
                <w15:appearance w15:val="hidden"/>
              </w:sdtPr>
              <w:sdtEndPr>
                <w:rPr>
                  <w:color w:val="auto"/>
                  <w:u w:val="none"/>
                </w:rPr>
              </w:sdtEndPr>
              <w:sdtContent>
                <w:hyperlink r:id="rId16" w:history="1">
                  <w:r w:rsidR="008D4C89" w:rsidRPr="00C10B2A">
                    <w:rPr>
                      <w:rStyle w:val="Lienhypertexte"/>
                      <w:lang w:bidi="fr-FR"/>
                    </w:rPr>
                    <w:t>xyz@example.com</w:t>
                  </w:r>
                </w:hyperlink>
              </w:sdtContent>
            </w:sdt>
          </w:p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1350"/>
        </w:trPr>
        <w:tc>
          <w:tcPr>
            <w:tcW w:w="630" w:type="dxa"/>
            <w:vAlign w:val="center"/>
          </w:tcPr>
          <w:p w:rsidR="008D4C89" w:rsidRDefault="008D4C89" w:rsidP="00BD7651">
            <w:pPr>
              <w:jc w:val="center"/>
            </w:pPr>
            <w:r w:rsidRPr="00F4731D">
              <w:rPr>
                <w:noProof/>
                <w:lang w:eastAsia="fr-FR"/>
              </w:rPr>
              <w:drawing>
                <wp:inline distT="0" distB="0" distL="0" distR="0" wp14:anchorId="3FC46E86" wp14:editId="6DD0D66E">
                  <wp:extent cx="220980" cy="220980"/>
                  <wp:effectExtent l="0" t="0" r="7620" b="7620"/>
                  <wp:docPr id="40" name="Graphisme 29" descr="Icône de lie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3B3F23-259E-471E-A65C-ED41BCE96A7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phisme 29">
                            <a:extLst>
                              <a:ext uri="{FF2B5EF4-FFF2-40B4-BE49-F238E27FC236}">
                                <a16:creationId xmlns:a16="http://schemas.microsoft.com/office/drawing/2014/main" id="{823B3F23-259E-471E-A65C-ED41BCE96A7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Mar>
              <w:left w:w="216" w:type="dxa"/>
            </w:tcMar>
            <w:vAlign w:val="center"/>
          </w:tcPr>
          <w:sdt>
            <w:sdtPr>
              <w:id w:val="67859272"/>
              <w:placeholder>
                <w:docPart w:val="08C9021A8CDE47C38E4C3B6EBDEB0688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8D4C89">
                <w:pPr>
                  <w:pStyle w:val="Coordonnes0"/>
                </w:pPr>
                <w:r w:rsidRPr="008D4C89">
                  <w:rPr>
                    <w:rStyle w:val="Titre2Car"/>
                    <w:lang w:bidi="fr-FR"/>
                  </w:rPr>
                  <w:t>Site web :</w:t>
                </w:r>
              </w:p>
            </w:sdtContent>
          </w:sdt>
          <w:sdt>
            <w:sdtPr>
              <w:id w:val="-720132143"/>
              <w:placeholder>
                <w:docPart w:val="44D9B809B0104DDE9553E07F0016397C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8D4C89">
                <w:r w:rsidRPr="004D3011">
                  <w:rPr>
                    <w:lang w:bidi="fr-FR"/>
                  </w:rPr>
                  <w:t>Emplacement du site web</w:t>
                </w:r>
              </w:p>
            </w:sdtContent>
          </w:sdt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1296"/>
        </w:trPr>
        <w:tc>
          <w:tcPr>
            <w:tcW w:w="630" w:type="dxa"/>
            <w:vAlign w:val="center"/>
          </w:tcPr>
          <w:p w:rsidR="008D4C89" w:rsidRDefault="008D4C89" w:rsidP="00BD7651">
            <w:pPr>
              <w:jc w:val="center"/>
            </w:pPr>
            <w:r w:rsidRPr="00F4731D">
              <w:rPr>
                <w:noProof/>
                <w:lang w:eastAsia="fr-FR"/>
              </w:rPr>
              <w:drawing>
                <wp:inline distT="0" distB="0" distL="0" distR="0" wp14:anchorId="7FBF2C4C" wp14:editId="64136701">
                  <wp:extent cx="198120" cy="198120"/>
                  <wp:effectExtent l="0" t="0" r="0" b="0"/>
                  <wp:docPr id="41" name="Graphisme 33" descr="Icône d’emplac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D1AB98-93C4-4F44-B930-D4A4201E62A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phisme 33">
                            <a:extLst>
                              <a:ext uri="{FF2B5EF4-FFF2-40B4-BE49-F238E27FC236}">
                                <a16:creationId xmlns:a16="http://schemas.microsoft.com/office/drawing/2014/main" id="{4AD1AB98-93C4-4F44-B930-D4A4201E62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 w:val="restart"/>
            <w:tcMar>
              <w:left w:w="216" w:type="dxa"/>
            </w:tcMar>
          </w:tcPr>
          <w:sdt>
            <w:sdtPr>
              <w:id w:val="1078949321"/>
              <w:placeholder>
                <w:docPart w:val="B2690376CC9F45F6847AB3AF824001AC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72D6F">
                <w:pPr>
                  <w:pStyle w:val="Coordonnes0"/>
                </w:pPr>
                <w:r w:rsidRPr="008D4C89">
                  <w:rPr>
                    <w:rStyle w:val="Titre2Car"/>
                    <w:lang w:bidi="fr-FR"/>
                  </w:rPr>
                  <w:t>Adresse</w:t>
                </w:r>
              </w:p>
            </w:sdtContent>
          </w:sdt>
          <w:sdt>
            <w:sdtPr>
              <w:id w:val="-1569103137"/>
              <w:placeholder>
                <w:docPart w:val="5D8C83DC8B1F4F579DD2D6627239E533"/>
              </w:placeholder>
              <w:temporary/>
              <w:showingPlcHdr/>
              <w15:appearance w15:val="hidden"/>
            </w:sdtPr>
            <w:sdtEndPr/>
            <w:sdtContent>
              <w:p w:rsidR="008D4C89" w:rsidRPr="00DE591D" w:rsidRDefault="008D4C89" w:rsidP="00BD7651">
                <w:pPr>
                  <w:pStyle w:val="Coordonnes"/>
                  <w:rPr>
                    <w:rStyle w:val="Textedelespacerserv"/>
                    <w:color w:val="000000" w:themeColor="text1"/>
                    <w:lang w:val="fr-FR"/>
                  </w:rPr>
                </w:pPr>
                <w:r w:rsidRPr="00BD7651">
                  <w:rPr>
                    <w:rStyle w:val="Textedelespacerserv"/>
                    <w:color w:val="000000" w:themeColor="text1"/>
                    <w:lang w:val="fr-FR" w:bidi="fr-FR"/>
                  </w:rPr>
                  <w:t>Rue</w:t>
                </w:r>
              </w:p>
              <w:p w:rsidR="008D4C89" w:rsidRPr="00DE591D" w:rsidRDefault="008D4C89" w:rsidP="00BD7651">
                <w:pPr>
                  <w:pStyle w:val="Coordonnes"/>
                  <w:rPr>
                    <w:rStyle w:val="Textedelespacerserv"/>
                    <w:color w:val="000000" w:themeColor="text1"/>
                    <w:lang w:val="fr-FR"/>
                  </w:rPr>
                </w:pPr>
                <w:r w:rsidRPr="00BD7651">
                  <w:rPr>
                    <w:rStyle w:val="Textedelespacerserv"/>
                    <w:color w:val="000000" w:themeColor="text1"/>
                    <w:lang w:val="fr-FR" w:bidi="fr-FR"/>
                  </w:rPr>
                  <w:t>Code postal, ville, pays</w:t>
                </w:r>
              </w:p>
              <w:p w:rsidR="008D4C89" w:rsidRDefault="008D4C89" w:rsidP="00BD7651">
                <w:pPr>
                  <w:pStyle w:val="Coordonnes"/>
                </w:pPr>
                <w:r w:rsidRPr="00BD7651">
                  <w:rPr>
                    <w:rStyle w:val="Textedelespacerserv"/>
                    <w:color w:val="000000" w:themeColor="text1"/>
                    <w:lang w:val="fr-FR" w:bidi="fr-FR"/>
                  </w:rPr>
                  <w:t>Région/Pays</w:t>
                </w:r>
              </w:p>
            </w:sdtContent>
          </w:sdt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1296"/>
        </w:trPr>
        <w:tc>
          <w:tcPr>
            <w:tcW w:w="630" w:type="dxa"/>
            <w:vAlign w:val="center"/>
          </w:tcPr>
          <w:p w:rsidR="008D4C89" w:rsidRPr="00F4731D" w:rsidRDefault="008D4C89" w:rsidP="00BD7651">
            <w:pPr>
              <w:jc w:val="center"/>
              <w:rPr>
                <w:noProof/>
              </w:rPr>
            </w:pPr>
          </w:p>
        </w:tc>
        <w:tc>
          <w:tcPr>
            <w:tcW w:w="4410" w:type="dxa"/>
            <w:vMerge/>
            <w:tcMar>
              <w:left w:w="216" w:type="dxa"/>
            </w:tcMar>
          </w:tcPr>
          <w:p w:rsidR="008D4C89" w:rsidRDefault="008D4C89" w:rsidP="00BD7651"/>
        </w:tc>
        <w:tc>
          <w:tcPr>
            <w:tcW w:w="270" w:type="dxa"/>
            <w:vMerge/>
          </w:tcPr>
          <w:p w:rsidR="008D4C89" w:rsidRDefault="008D4C89" w:rsidP="008064DE"/>
        </w:tc>
        <w:tc>
          <w:tcPr>
            <w:tcW w:w="4616" w:type="dxa"/>
            <w:vMerge/>
          </w:tcPr>
          <w:p w:rsidR="008D4C89" w:rsidRDefault="008D4C89" w:rsidP="008064DE"/>
        </w:tc>
      </w:tr>
      <w:tr w:rsidR="008D4C89" w:rsidTr="002402E6">
        <w:trPr>
          <w:trHeight w:val="1008"/>
        </w:trPr>
        <w:tc>
          <w:tcPr>
            <w:tcW w:w="630" w:type="dxa"/>
            <w:tcBorders>
              <w:bottom w:val="nil"/>
            </w:tcBorders>
            <w:vAlign w:val="center"/>
          </w:tcPr>
          <w:p w:rsidR="008D4C89" w:rsidRDefault="008D4C89" w:rsidP="00BD7651">
            <w:pPr>
              <w:jc w:val="center"/>
            </w:pPr>
            <w:r w:rsidRPr="00F4731D">
              <w:rPr>
                <w:noProof/>
                <w:lang w:eastAsia="fr-FR"/>
              </w:rPr>
              <w:drawing>
                <wp:inline distT="0" distB="0" distL="0" distR="0" wp14:anchorId="576373E5" wp14:editId="1D61EC90">
                  <wp:extent cx="255270" cy="255270"/>
                  <wp:effectExtent l="0" t="0" r="0" b="0"/>
                  <wp:docPr id="121" name="Graphisme 120" descr="Icône de clé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18936D-3B47-46AD-BA35-83FD6AA9AE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Graphisme 120">
                            <a:extLst>
                              <a:ext uri="{FF2B5EF4-FFF2-40B4-BE49-F238E27FC236}">
                                <a16:creationId xmlns:a16="http://schemas.microsoft.com/office/drawing/2014/main" id="{D618936D-3B47-46AD-BA35-83FD6AA9AE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tcBorders>
              <w:bottom w:val="nil"/>
            </w:tcBorders>
            <w:tcMar>
              <w:left w:w="216" w:type="dxa"/>
            </w:tcMar>
          </w:tcPr>
          <w:sdt>
            <w:sdtPr>
              <w:id w:val="-219292863"/>
              <w:placeholder>
                <w:docPart w:val="475B787A51B34144A7C06BED255B6CA7"/>
              </w:placeholder>
              <w:temporary/>
              <w:showingPlcHdr/>
              <w15:appearance w15:val="hidden"/>
            </w:sdtPr>
            <w:sdtEndPr/>
            <w:sdtContent>
              <w:p w:rsidR="008D4C89" w:rsidRDefault="008D4C89" w:rsidP="00B72D6F">
                <w:pPr>
                  <w:pStyle w:val="Coordonnes0"/>
                </w:pPr>
                <w:r w:rsidRPr="008D4C89">
                  <w:rPr>
                    <w:rStyle w:val="Titre2Car"/>
                    <w:lang w:bidi="fr-FR"/>
                  </w:rPr>
                  <w:t>Compétences</w:t>
                </w:r>
              </w:p>
            </w:sdtContent>
          </w:sdt>
          <w:sdt>
            <w:sdtPr>
              <w:id w:val="1151860431"/>
              <w:placeholder>
                <w:docPart w:val="6306AC4164E74F5CA84F17C1F23A2F6F"/>
              </w:placeholder>
              <w:temporary/>
              <w:showingPlcHdr/>
              <w15:appearance w15:val="hidden"/>
            </w:sdtPr>
            <w:sdtEndPr/>
            <w:sdtContent>
              <w:p w:rsidR="008D4C89" w:rsidRPr="00DE591D" w:rsidRDefault="008D4C89" w:rsidP="008D4C89">
                <w:pPr>
                  <w:pStyle w:val="Coordonnes"/>
                  <w:rPr>
                    <w:lang w:val="fr-FR"/>
                  </w:rPr>
                </w:pPr>
                <w:r w:rsidRPr="008D4C89">
                  <w:rPr>
                    <w:lang w:val="fr-FR" w:bidi="fr-FR"/>
                  </w:rPr>
                  <w:t xml:space="preserve">[Entrez ici vos compétences, séparées </w:t>
                </w:r>
                <w:r w:rsidR="00DE591D">
                  <w:rPr>
                    <w:lang w:val="fr-FR" w:bidi="fr-FR"/>
                  </w:rPr>
                  <w:br/>
                </w:r>
                <w:r w:rsidRPr="008D4C89">
                  <w:rPr>
                    <w:lang w:val="fr-FR" w:bidi="fr-FR"/>
                  </w:rPr>
                  <w:t>par une virgule]</w:t>
                </w:r>
              </w:p>
            </w:sdtContent>
          </w:sdt>
        </w:tc>
        <w:tc>
          <w:tcPr>
            <w:tcW w:w="270" w:type="dxa"/>
            <w:vMerge/>
            <w:tcBorders>
              <w:bottom w:val="nil"/>
            </w:tcBorders>
          </w:tcPr>
          <w:p w:rsidR="008D4C89" w:rsidRDefault="008D4C89" w:rsidP="008064DE"/>
        </w:tc>
        <w:tc>
          <w:tcPr>
            <w:tcW w:w="4616" w:type="dxa"/>
            <w:vMerge/>
            <w:tcBorders>
              <w:bottom w:val="nil"/>
            </w:tcBorders>
          </w:tcPr>
          <w:p w:rsidR="008D4C89" w:rsidRDefault="008D4C89" w:rsidP="008064DE"/>
        </w:tc>
      </w:tr>
    </w:tbl>
    <w:p w:rsidR="00BA3253" w:rsidRPr="008D4C89" w:rsidRDefault="008D4C89" w:rsidP="008D4C89">
      <w:pPr>
        <w:spacing w:after="0"/>
        <w:rPr>
          <w:sz w:val="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BD1805" wp14:editId="014F4B24">
                <wp:simplePos x="0" y="0"/>
                <mc:AlternateContent>
                  <mc:Choice Requires="wp14">
                    <wp:positionH relativeFrom="page">
                      <wp14:pctPosHOffset>4400</wp14:pctPosHOffset>
                    </wp:positionH>
                  </mc:Choice>
                  <mc:Fallback>
                    <wp:positionH relativeFrom="page">
                      <wp:posOffset>332105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7500</wp14:pctPosVOffset>
                    </wp:positionV>
                  </mc:Choice>
                  <mc:Fallback>
                    <wp:positionV relativeFrom="page">
                      <wp:posOffset>801370</wp:posOffset>
                    </wp:positionV>
                  </mc:Fallback>
                </mc:AlternateContent>
                <wp:extent cx="1188720" cy="1426464"/>
                <wp:effectExtent l="0" t="0" r="0" b="2540"/>
                <wp:wrapNone/>
                <wp:docPr id="23" name="Groupe 23" descr="Graphisme carré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1426464"/>
                          <a:chOff x="0" y="0"/>
                          <a:chExt cx="1191886" cy="1425253"/>
                        </a:xfrm>
                      </wpg:grpSpPr>
                      <wps:wsp>
                        <wps:cNvPr id="3" name="Rectangle 19">
                          <a:extLst>
                            <a:ext uri="{FF2B5EF4-FFF2-40B4-BE49-F238E27FC236}">
                              <a16:creationId xmlns:a16="http://schemas.microsoft.com/office/drawing/2014/main" id="{D1036383-51C8-4709-81CD-9508A680A83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183640" cy="118364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alpha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Rectangle 20">
                          <a:extLst>
                            <a:ext uri="{FF2B5EF4-FFF2-40B4-BE49-F238E27FC236}">
                              <a16:creationId xmlns:a16="http://schemas.microsoft.com/office/drawing/2014/main" id="{7DE6273E-E018-4703-A37C-DB89B3BD3CC8}"/>
                            </a:ext>
                          </a:extLst>
                        </wps:cNvPr>
                        <wps:cNvSpPr/>
                        <wps:spPr>
                          <a:xfrm>
                            <a:off x="245660" y="1173707"/>
                            <a:ext cx="936625" cy="24828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tangle 21">
                          <a:extLst>
                            <a:ext uri="{FF2B5EF4-FFF2-40B4-BE49-F238E27FC236}">
                              <a16:creationId xmlns:a16="http://schemas.microsoft.com/office/drawing/2014/main" id="{6F53E2A3-CDDA-4D7F-9034-8AC367EE04DB}"/>
                            </a:ext>
                          </a:extLst>
                        </wps:cNvPr>
                        <wps:cNvSpPr/>
                        <wps:spPr>
                          <a:xfrm>
                            <a:off x="941696" y="928048"/>
                            <a:ext cx="250190" cy="49720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alpha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741A9F" id="Groupe 23" o:spid="_x0000_s1026" alt="Graphisme carrés" style="position:absolute;margin-left:0;margin-top:0;width:93.6pt;height:112.3pt;z-index:251659264;mso-left-percent:44;mso-top-percent:75;mso-position-horizontal-relative:page;mso-position-vertical-relative:page;mso-left-percent:44;mso-top-percent:75;mso-width-relative:margin;mso-height-relative:margin" coordsize="11918,1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">
                <v:rect id="Rectangle 19" o:spid="_x0000_s1027" style="position:absolute;width:11836;height:11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" fillcolor="#1dd9ff [3205]" stroked="f" strokeweight="1pt">
                  <v:fill opacity="49087f"/>
                </v:rect>
                <v:rect id="Rectangle 20" o:spid="_x0000_s1028" style="position:absolute;left:2456;top:11737;width:9366;height:2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" fillcolor="#ff0174 [3204]" stroked="f" strokeweight="1pt">
                  <v:fill opacity="49087f"/>
                </v:rect>
                <v:rect id="Rectangle 21" o:spid="_x0000_s1029" style="position:absolute;left:9416;top:9280;width:2502;height:4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" fillcolor="#c8ff17 [3206]" stroked="f" strokeweight="1pt">
                  <v:fill opacity="49087f"/>
                </v:rect>
                <w10:wrap anchorx="page" anchory="page"/>
              </v:group>
            </w:pict>
          </mc:Fallback>
        </mc:AlternateContent>
      </w:r>
    </w:p>
    <w:sectPr w:rsidR="00BA3253" w:rsidRPr="008D4C89" w:rsidSect="002402E6">
      <w:headerReference w:type="default" r:id="rId23"/>
      <w:pgSz w:w="11906" w:h="16838" w:code="9"/>
      <w:pgMar w:top="720" w:right="1440" w:bottom="72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78D" w:rsidRDefault="00DF178D" w:rsidP="00BA3253">
      <w:pPr>
        <w:spacing w:after="0" w:line="240" w:lineRule="auto"/>
      </w:pPr>
      <w:r>
        <w:separator/>
      </w:r>
    </w:p>
  </w:endnote>
  <w:endnote w:type="continuationSeparator" w:id="0">
    <w:p w:rsidR="00DF178D" w:rsidRDefault="00DF178D" w:rsidP="00BA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Bahnschrift Light"/>
    <w:charset w:val="00"/>
    <w:family w:val="swiss"/>
    <w:pitch w:val="variable"/>
    <w:sig w:usb0="00000001" w:usb1="00000000" w:usb2="00000000" w:usb3="00000000" w:csb0="00000003" w:csb1="00000000"/>
  </w:font>
  <w:font w:name="Rockwell">
    <w:altName w:val="Sitka Small"/>
    <w:charset w:val="00"/>
    <w:family w:val="roman"/>
    <w:pitch w:val="variable"/>
    <w:sig w:usb0="00000001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78D" w:rsidRDefault="00DF178D" w:rsidP="00BA3253">
      <w:pPr>
        <w:spacing w:after="0" w:line="240" w:lineRule="auto"/>
      </w:pPr>
      <w:r>
        <w:separator/>
      </w:r>
    </w:p>
  </w:footnote>
  <w:footnote w:type="continuationSeparator" w:id="0">
    <w:p w:rsidR="00DF178D" w:rsidRDefault="00DF178D" w:rsidP="00BA3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53" w:rsidRDefault="008064DE">
    <w:pPr>
      <w:pStyle w:val="En-tte"/>
    </w:pPr>
    <w:r w:rsidRPr="00F4731D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07AEF3" wp14:editId="12CF4B3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010600" cy="9529175"/>
              <wp:effectExtent l="0" t="0" r="0" b="0"/>
              <wp:wrapNone/>
              <wp:docPr id="2" name="Groupe 17" descr="élément décoratif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600" cy="9529175"/>
                        <a:chOff x="226800" y="226800"/>
                        <a:chExt cx="6393514" cy="8690399"/>
                      </a:xfrm>
                    </wpg:grpSpPr>
                    <wps:wsp>
                      <wps:cNvPr id="13" name="Rectangle 13">
                        <a:extLst/>
                      </wps:cNvPr>
                      <wps:cNvSpPr/>
                      <wps:spPr>
                        <a:xfrm>
                          <a:off x="451800" y="226800"/>
                          <a:ext cx="6168514" cy="869039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6" name="Rectangle 16">
                        <a:extLst/>
                      </wps:cNvPr>
                      <wps:cNvSpPr/>
                      <wps:spPr>
                        <a:xfrm>
                          <a:off x="226800" y="3211367"/>
                          <a:ext cx="3203999" cy="145944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Rectangle 17">
                        <a:extLst/>
                      </wps:cNvPr>
                      <wps:cNvSpPr/>
                      <wps:spPr>
                        <a:xfrm>
                          <a:off x="451800" y="226800"/>
                          <a:ext cx="2978999" cy="4446137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8" name="Rectangle 18">
                        <a:extLst/>
                      </wps:cNvPr>
                      <wps:cNvSpPr/>
                      <wps:spPr>
                        <a:xfrm>
                          <a:off x="226800" y="4663819"/>
                          <a:ext cx="3196028" cy="4026581"/>
                        </a:xfrm>
                        <a:prstGeom prst="rect">
                          <a:avLst/>
                        </a:prstGeom>
                        <a:gradFill>
                          <a:gsLst>
                            <a:gs pos="26000">
                              <a:schemeClr val="bg1">
                                <a:lumMod val="95000"/>
                              </a:schemeClr>
                            </a:gs>
                            <a:gs pos="100000">
                              <a:schemeClr val="accent3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9" name="Rectangle 19">
                        <a:extLst/>
                      </wps:cNvPr>
                      <wps:cNvSpPr/>
                      <wps:spPr>
                        <a:xfrm>
                          <a:off x="3429000" y="468086"/>
                          <a:ext cx="2958342" cy="82223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0" name="Rectangle 20">
                        <a:extLst/>
                      </wps:cNvPr>
                      <wps:cNvSpPr/>
                      <wps:spPr>
                        <a:xfrm>
                          <a:off x="453600" y="4666108"/>
                          <a:ext cx="2975400" cy="401913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1" name="Rectangle 21">
                        <a:extLst/>
                      </wps:cNvPr>
                      <wps:cNvSpPr/>
                      <wps:spPr>
                        <a:xfrm>
                          <a:off x="453600" y="4631653"/>
                          <a:ext cx="453600" cy="271963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3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2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22">
                        <a:extLst/>
                      </wps:cNvPr>
                      <wps:cNvSpPr/>
                      <wps:spPr>
                        <a:xfrm>
                          <a:off x="453600" y="6670889"/>
                          <a:ext cx="2975400" cy="201951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" name="Connecteur droit 23">
                        <a:extLst/>
                      </wps:cNvPr>
                      <wps:cNvCnPr/>
                      <wps:spPr>
                        <a:xfrm>
                          <a:off x="1115249" y="5257800"/>
                          <a:ext cx="211780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5" name="Connecteur droit 25">
                        <a:extLst/>
                      </wps:cNvPr>
                      <wps:cNvCnPr/>
                      <wps:spPr>
                        <a:xfrm>
                          <a:off x="1115249" y="5943600"/>
                          <a:ext cx="211780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6" name="Connecteur droit 14">
                        <a:extLst/>
                      </wps:cNvPr>
                      <wps:cNvCnPr>
                        <a:cxnSpLocks/>
                      </wps:cNvCnPr>
                      <wps:spPr>
                        <a:xfrm>
                          <a:off x="676800" y="4218672"/>
                          <a:ext cx="2752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  <a:alpha val="18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7" name="Rectangle 15">
                        <a:extLst/>
                      </wps:cNvPr>
                      <wps:cNvSpPr/>
                      <wps:spPr>
                        <a:xfrm>
                          <a:off x="453600" y="8055096"/>
                          <a:ext cx="2975400" cy="6353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6" name="Rectangle 29">
                        <a:extLst/>
                      </wps:cNvPr>
                      <wps:cNvSpPr/>
                      <wps:spPr>
                        <a:xfrm>
                          <a:off x="453600" y="8055095"/>
                          <a:ext cx="453600" cy="63878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31">
                        <a:extLst/>
                      </wps:cNvPr>
                      <wps:cNvSpPr/>
                      <wps:spPr>
                        <a:xfrm>
                          <a:off x="6393514" y="8690399"/>
                          <a:ext cx="226800" cy="2268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page">
                <wp14:pctWidth>90200</wp14:pctWidth>
              </wp14:sizeRelH>
              <wp14:sizeRelV relativeFrom="page">
                <wp14:pctHeight>94700</wp14:pctHeight>
              </wp14:sizeRelV>
            </wp:anchor>
          </w:drawing>
        </mc:Choice>
        <mc:Fallback>
          <w:pict>
            <v:group w14:anchorId="6C594CFE" id="Groupe 17" o:spid="_x0000_s1026" alt="élément décoratif" style="position:absolute;margin-left:0;margin-top:0;width:552pt;height:750.35pt;z-index:251659264;mso-width-percent:902;mso-height-percent:947;mso-position-horizontal:center;mso-position-horizontal-relative:page;mso-position-vertical:center;mso-position-vertical-relative:page;mso-width-percent:902;mso-height-percent:947" coordorigin="2268,2268" coordsize="63935,86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">
              <v:rect id="Rectangle 13" o:spid="_x0000_s1027" style="position:absolute;left:4518;top:2268;width:61685;height:8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a+wwAAANsAAAAPAAAAZHJzL2Rvd25yZXYueG1sRE9Na8JA&#10;EL0X/A/LCN7qxkh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df1WvsMAAADbAAAADwAA&#10;AAAAAAAAAAAAAAAHAgAAZHJzL2Rvd25yZXYueG1sUEsFBgAAAAADAAMAtwAAAPcCAAAAAA==&#10;" fillcolor="#f2f2f2 [3052]" stroked="f" strokeweight="1pt"/>
              <v:rect id="Rectangle 16" o:spid="_x0000_s1028" style="position:absolute;left:2268;top:32113;width:32039;height:14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" fillcolor="#1dd9ff [3205]" stroked="f" strokeweight="1pt">
                <v:fill opacity="49087f"/>
              </v:rect>
              <v:rect id="Rectangle 17" o:spid="_x0000_s1029" style="position:absolute;left:4518;top:2268;width:29789;height:44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" fillcolor="#c8ff17 [3206]" stroked="f" strokeweight="1pt"/>
              <v:rect id="Rectangle 18" o:spid="_x0000_s1030" style="position:absolute;left:2268;top:46638;width:31960;height:40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" fillcolor="#f2f2f2 [3052]" stroked="f" strokeweight="1pt">
                <v:fill color2="#c8ff17 [3206]" colors="0 #f2f2f2;17039f #f2f2f2" focus="100%" type="gradient">
                  <o:fill v:ext="view" type="gradientUnscaled"/>
                </v:fill>
              </v:rect>
              <v:rect id="Rectangle 19" o:spid="_x0000_s1031" style="position:absolute;left:34290;top:4680;width:29583;height:82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" fillcolor="white [3212]" stroked="f" strokeweight="1pt"/>
              <v:rect id="Rectangle 20" o:spid="_x0000_s1032" style="position:absolute;left:4536;top:46661;width:29754;height:40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" fillcolor="white [3212]" stroked="f" strokeweight="1pt">
                <v:fill opacity="46003f"/>
              </v:rect>
              <v:rect id="Rectangle 21" o:spid="_x0000_s1033" style="position:absolute;left:4536;top:46316;width:4536;height:27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" fillcolor="#c8ff17 [3206]" stroked="f" strokeweight="1pt">
                <v:fill color2="#00b0d4 [2405]" angle="50" focus="100%" type="gradient">
                  <o:fill v:ext="view" type="gradientUnscaled"/>
                </v:fill>
              </v:rect>
              <v:rect id="Rectangle 22" o:spid="_x0000_s1034" style="position:absolute;left:4536;top:66708;width:29754;height:20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" fillcolor="white [3212]" stroked="f" strokeweight="1pt">
                <v:fill opacity="32896f"/>
              </v:rect>
              <v:line id="Connecteur droit 23" o:spid="_x0000_s1035" style="position:absolute;visibility:visible;mso-wrap-style:square" from="11152,52578" to="32330,52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" strokecolor="#d8d8d8 [2732]" strokeweight=".5pt">
                <v:stroke joinstyle="miter"/>
              </v:line>
              <v:line id="Connecteur droit 25" o:spid="_x0000_s1036" style="position:absolute;visibility:visible;mso-wrap-style:square" from="11152,59436" to="32330,5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" strokecolor="#d8d8d8 [2732]" strokeweight=".5pt">
                <v:stroke joinstyle="miter"/>
              </v:line>
              <v:line id="Connecteur droit 14" o:spid="_x0000_s1037" style="position:absolute;visibility:visible;mso-wrap-style:square" from="6768,42186" to="34290,42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" strokecolor="#5a5a5a [2109]" strokeweight=".5pt">
                <v:stroke opacity="11822f" joinstyle="miter"/>
                <o:lock v:ext="edit" shapetype="f"/>
              </v:line>
              <v:rect id="Rectangle 15" o:spid="_x0000_s1038" style="position:absolute;left:4536;top:80550;width:29754;height:6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" fillcolor="white [3212]" stroked="f" strokeweight="1pt"/>
              <v:rect id="Rectangle 29" o:spid="_x0000_s1039" style="position:absolute;left:4536;top:80550;width:4536;height:6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" fillcolor="#ff0174 [3204]" stroked="f" strokeweight="1pt"/>
              <v:rect id="Rectangle 31" o:spid="_x0000_s1040" style="position:absolute;left:63935;top:86903;width:2268;height: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" fillcolor="#1dd9ff [3205]" stroked="f" strokeweight="1pt">
                <v:fill opacity="49087f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92954"/>
    <w:multiLevelType w:val="hybridMultilevel"/>
    <w:tmpl w:val="761A2C98"/>
    <w:lvl w:ilvl="0" w:tplc="3FC48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A2A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82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54B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489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205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20A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E2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D25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BC850F7"/>
    <w:multiLevelType w:val="hybridMultilevel"/>
    <w:tmpl w:val="9FF28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7A0MDI1MjUzNjE0NbVU0lEKTi0uzszPAykwrgUAWphOnSwAAAA="/>
  </w:docVars>
  <w:rsids>
    <w:rsidRoot w:val="00DF178D"/>
    <w:rsid w:val="00102303"/>
    <w:rsid w:val="00176419"/>
    <w:rsid w:val="002044D7"/>
    <w:rsid w:val="002402E6"/>
    <w:rsid w:val="0024595B"/>
    <w:rsid w:val="002C11C9"/>
    <w:rsid w:val="002F0644"/>
    <w:rsid w:val="003C3388"/>
    <w:rsid w:val="0045614D"/>
    <w:rsid w:val="00471CCF"/>
    <w:rsid w:val="00662ADC"/>
    <w:rsid w:val="00696538"/>
    <w:rsid w:val="007F053E"/>
    <w:rsid w:val="008064DE"/>
    <w:rsid w:val="008D16E5"/>
    <w:rsid w:val="008D4C89"/>
    <w:rsid w:val="008F2E01"/>
    <w:rsid w:val="009A1903"/>
    <w:rsid w:val="00AB450B"/>
    <w:rsid w:val="00B16442"/>
    <w:rsid w:val="00B56A80"/>
    <w:rsid w:val="00B72D6F"/>
    <w:rsid w:val="00BA3253"/>
    <w:rsid w:val="00BD7651"/>
    <w:rsid w:val="00C94263"/>
    <w:rsid w:val="00CD1D13"/>
    <w:rsid w:val="00CD5B1D"/>
    <w:rsid w:val="00CE0856"/>
    <w:rsid w:val="00DE591D"/>
    <w:rsid w:val="00DF178D"/>
    <w:rsid w:val="00FB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6A4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C89"/>
  </w:style>
  <w:style w:type="paragraph" w:styleId="Titre1">
    <w:name w:val="heading 1"/>
    <w:basedOn w:val="Normal"/>
    <w:next w:val="Normal"/>
    <w:link w:val="Titre1Car"/>
    <w:uiPriority w:val="9"/>
    <w:qFormat/>
    <w:rsid w:val="008D4C89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sz w:val="4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4C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BA3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D1D13"/>
  </w:style>
  <w:style w:type="paragraph" w:styleId="Pieddepage">
    <w:name w:val="footer"/>
    <w:basedOn w:val="Normal"/>
    <w:link w:val="PieddepageCar"/>
    <w:uiPriority w:val="99"/>
    <w:semiHidden/>
    <w:rsid w:val="00BA32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D1D13"/>
  </w:style>
  <w:style w:type="paragraph" w:styleId="NormalWeb">
    <w:name w:val="Normal (Web)"/>
    <w:basedOn w:val="Normal"/>
    <w:uiPriority w:val="99"/>
    <w:semiHidden/>
    <w:rsid w:val="00BA32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semiHidden/>
    <w:qFormat/>
    <w:rsid w:val="00176419"/>
    <w:pPr>
      <w:spacing w:line="240" w:lineRule="auto"/>
      <w:ind w:left="720"/>
      <w:contextualSpacing/>
    </w:pPr>
    <w:rPr>
      <w:rFonts w:eastAsiaTheme="minorEastAsia" w:cs="Times New Roman"/>
      <w:szCs w:val="24"/>
    </w:rPr>
  </w:style>
  <w:style w:type="paragraph" w:styleId="Titre">
    <w:name w:val="Title"/>
    <w:basedOn w:val="NormalWeb"/>
    <w:next w:val="Normal"/>
    <w:link w:val="TitreCar"/>
    <w:uiPriority w:val="10"/>
    <w:qFormat/>
    <w:rsid w:val="008D16E5"/>
    <w:pPr>
      <w:spacing w:before="40" w:beforeAutospacing="0" w:after="0" w:afterAutospacing="0" w:line="600" w:lineRule="exact"/>
    </w:pPr>
    <w:rPr>
      <w:rFonts w:asciiTheme="majorHAnsi" w:hAnsiTheme="majorHAnsi" w:cstheme="minorBidi"/>
      <w:b/>
      <w:bCs/>
      <w:color w:val="000000" w:themeColor="text1"/>
      <w:spacing w:val="-30"/>
      <w:kern w:val="24"/>
      <w:sz w:val="70"/>
      <w:szCs w:val="70"/>
      <w:lang w:val="en-ZA"/>
    </w:rPr>
  </w:style>
  <w:style w:type="character" w:customStyle="1" w:styleId="TitreCar">
    <w:name w:val="Titre Car"/>
    <w:basedOn w:val="Policepardfaut"/>
    <w:link w:val="Titre"/>
    <w:uiPriority w:val="10"/>
    <w:rsid w:val="008D16E5"/>
    <w:rPr>
      <w:rFonts w:asciiTheme="majorHAnsi" w:eastAsiaTheme="minorEastAsia" w:hAnsiTheme="majorHAnsi"/>
      <w:b/>
      <w:bCs/>
      <w:color w:val="000000" w:themeColor="text1"/>
      <w:spacing w:val="-30"/>
      <w:kern w:val="24"/>
      <w:sz w:val="70"/>
      <w:szCs w:val="70"/>
      <w:lang w:val="en-ZA"/>
    </w:rPr>
  </w:style>
  <w:style w:type="character" w:styleId="Textedelespacerserv">
    <w:name w:val="Placeholder Text"/>
    <w:basedOn w:val="Policepardfaut"/>
    <w:uiPriority w:val="99"/>
    <w:semiHidden/>
    <w:rsid w:val="00176419"/>
    <w:rPr>
      <w:color w:val="808080"/>
    </w:rPr>
  </w:style>
  <w:style w:type="paragraph" w:customStyle="1" w:styleId="Coordonnes">
    <w:name w:val="Coordonnées"/>
    <w:basedOn w:val="NormalWeb"/>
    <w:qFormat/>
    <w:rsid w:val="00176419"/>
    <w:pPr>
      <w:spacing w:before="0" w:beforeAutospacing="0" w:after="0" w:afterAutospacing="0"/>
    </w:pPr>
    <w:rPr>
      <w:rFonts w:asciiTheme="minorHAnsi" w:hAnsiTheme="minorHAnsi" w:cstheme="minorBidi"/>
      <w:color w:val="000000" w:themeColor="text1"/>
      <w:kern w:val="24"/>
      <w:sz w:val="22"/>
      <w:szCs w:val="22"/>
      <w:lang w:val="en-ZA"/>
    </w:rPr>
  </w:style>
  <w:style w:type="paragraph" w:styleId="Sous-titre">
    <w:name w:val="Subtitle"/>
    <w:basedOn w:val="NormalWeb"/>
    <w:next w:val="Normal"/>
    <w:link w:val="Sous-titreCar"/>
    <w:uiPriority w:val="11"/>
    <w:qFormat/>
    <w:rsid w:val="00BD7651"/>
    <w:pPr>
      <w:pBdr>
        <w:top w:val="single" w:sz="2" w:space="1" w:color="D9D9D9" w:themeColor="background1" w:themeShade="D9"/>
      </w:pBdr>
      <w:spacing w:before="0" w:beforeAutospacing="0" w:after="0" w:afterAutospacing="0"/>
      <w:ind w:right="720"/>
    </w:pPr>
    <w:rPr>
      <w:rFonts w:ascii="Gill Sans MT" w:hAnsi="Gill Sans MT" w:cstheme="minorBidi"/>
      <w:color w:val="000000" w:themeColor="text1"/>
      <w:kern w:val="24"/>
      <w:sz w:val="36"/>
      <w:szCs w:val="40"/>
      <w:lang w:val="en-ZA"/>
    </w:rPr>
  </w:style>
  <w:style w:type="character" w:customStyle="1" w:styleId="Sous-titreCar">
    <w:name w:val="Sous-titre Car"/>
    <w:basedOn w:val="Policepardfaut"/>
    <w:link w:val="Sous-titre"/>
    <w:uiPriority w:val="11"/>
    <w:rsid w:val="00BD7651"/>
    <w:rPr>
      <w:rFonts w:ascii="Gill Sans MT" w:eastAsiaTheme="minorEastAsia" w:hAnsi="Gill Sans MT"/>
      <w:color w:val="000000" w:themeColor="text1"/>
      <w:kern w:val="24"/>
      <w:sz w:val="36"/>
      <w:szCs w:val="40"/>
      <w:lang w:val="en-ZA"/>
    </w:rPr>
  </w:style>
  <w:style w:type="table" w:styleId="Grilledutableau">
    <w:name w:val="Table Grid"/>
    <w:basedOn w:val="TableauNormal"/>
    <w:uiPriority w:val="39"/>
    <w:rsid w:val="00176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">
    <w:name w:val="Adresse"/>
    <w:basedOn w:val="Normal"/>
    <w:semiHidden/>
    <w:qFormat/>
    <w:rsid w:val="00176419"/>
    <w:pPr>
      <w:spacing w:after="0" w:line="276" w:lineRule="auto"/>
      <w:ind w:right="360"/>
    </w:pPr>
    <w:rPr>
      <w:rFonts w:eastAsiaTheme="minorEastAsia"/>
      <w:color w:val="FFFFFF" w:themeColor="background1"/>
      <w:sz w:val="24"/>
      <w:szCs w:val="24"/>
      <w:lang w:eastAsia="ja-JP"/>
    </w:rPr>
  </w:style>
  <w:style w:type="paragraph" w:customStyle="1" w:styleId="Informationssurledestinataire">
    <w:name w:val="Informations sur le destinataire"/>
    <w:basedOn w:val="Adresse"/>
    <w:qFormat/>
    <w:rsid w:val="00176419"/>
    <w:pPr>
      <w:ind w:right="0"/>
      <w:jc w:val="right"/>
    </w:pPr>
    <w:rPr>
      <w:color w:val="auto"/>
    </w:rPr>
  </w:style>
  <w:style w:type="character" w:customStyle="1" w:styleId="Textegris">
    <w:name w:val="Texte gris"/>
    <w:basedOn w:val="Policepardfaut"/>
    <w:uiPriority w:val="4"/>
    <w:semiHidden/>
    <w:qFormat/>
    <w:rsid w:val="00176419"/>
    <w:rPr>
      <w:color w:val="808080" w:themeColor="background1" w:themeShade="80"/>
    </w:rPr>
  </w:style>
  <w:style w:type="character" w:customStyle="1" w:styleId="Titre1Car">
    <w:name w:val="Titre 1 Car"/>
    <w:basedOn w:val="Policepardfaut"/>
    <w:link w:val="Titre1"/>
    <w:uiPriority w:val="9"/>
    <w:rsid w:val="008D4C89"/>
    <w:rPr>
      <w:rFonts w:asciiTheme="majorHAnsi" w:eastAsiaTheme="majorEastAsia" w:hAnsiTheme="majorHAnsi" w:cstheme="majorBidi"/>
      <w:b/>
      <w:sz w:val="42"/>
      <w:szCs w:val="32"/>
    </w:rPr>
  </w:style>
  <w:style w:type="paragraph" w:customStyle="1" w:styleId="Datescls">
    <w:name w:val="Dates clés"/>
    <w:basedOn w:val="Normal"/>
    <w:qFormat/>
    <w:rsid w:val="008D4C89"/>
    <w:pPr>
      <w:shd w:val="clear" w:color="auto" w:fill="F2F2F2" w:themeFill="background1" w:themeFillShade="F2"/>
      <w:spacing w:before="240" w:after="0" w:line="360" w:lineRule="auto"/>
    </w:pPr>
    <w:rPr>
      <w:sz w:val="18"/>
    </w:rPr>
  </w:style>
  <w:style w:type="paragraph" w:customStyle="1" w:styleId="Intitulduposte">
    <w:name w:val="Intitulé du poste"/>
    <w:basedOn w:val="Normal"/>
    <w:qFormat/>
    <w:rsid w:val="008064DE"/>
    <w:pPr>
      <w:spacing w:after="0"/>
    </w:pPr>
  </w:style>
  <w:style w:type="paragraph" w:customStyle="1" w:styleId="Nomdelasocit">
    <w:name w:val="Nom de la société"/>
    <w:basedOn w:val="Normal"/>
    <w:qFormat/>
    <w:rsid w:val="008064DE"/>
    <w:pPr>
      <w:spacing w:after="200"/>
    </w:pPr>
  </w:style>
  <w:style w:type="paragraph" w:styleId="Date">
    <w:name w:val="Date"/>
    <w:basedOn w:val="Normal"/>
    <w:next w:val="Normal"/>
    <w:link w:val="DateCar"/>
    <w:uiPriority w:val="99"/>
    <w:semiHidden/>
    <w:rsid w:val="008064DE"/>
    <w:pPr>
      <w:spacing w:after="0" w:line="240" w:lineRule="auto"/>
      <w:ind w:right="360"/>
    </w:pPr>
    <w:rPr>
      <w:rFonts w:eastAsiaTheme="minorEastAsia"/>
      <w:sz w:val="18"/>
      <w:lang w:eastAsia="ja-JP"/>
    </w:rPr>
  </w:style>
  <w:style w:type="character" w:customStyle="1" w:styleId="DateCar">
    <w:name w:val="Date Car"/>
    <w:basedOn w:val="Policepardfaut"/>
    <w:link w:val="Date"/>
    <w:uiPriority w:val="99"/>
    <w:semiHidden/>
    <w:rsid w:val="008D4C89"/>
    <w:rPr>
      <w:rFonts w:eastAsiaTheme="minorEastAsia"/>
      <w:sz w:val="18"/>
      <w:lang w:eastAsia="ja-JP"/>
    </w:rPr>
  </w:style>
  <w:style w:type="paragraph" w:customStyle="1" w:styleId="Coordonnes0">
    <w:name w:val="Coordonnées"/>
    <w:basedOn w:val="Normal"/>
    <w:qFormat/>
    <w:rsid w:val="00BD7651"/>
    <w:pPr>
      <w:spacing w:after="0" w:line="240" w:lineRule="auto"/>
      <w:ind w:right="360"/>
    </w:pPr>
    <w:rPr>
      <w:rFonts w:eastAsiaTheme="minorEastAsia"/>
      <w:szCs w:val="24"/>
      <w:lang w:eastAsia="ja-JP"/>
    </w:rPr>
  </w:style>
  <w:style w:type="character" w:styleId="Lienhypertexte">
    <w:name w:val="Hyperlink"/>
    <w:basedOn w:val="Policepardfaut"/>
    <w:uiPriority w:val="99"/>
    <w:unhideWhenUsed/>
    <w:rsid w:val="00BD7651"/>
    <w:rPr>
      <w:color w:val="00768E" w:themeColor="accent2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D4C89"/>
    <w:rPr>
      <w:rFonts w:asciiTheme="majorHAnsi" w:eastAsiaTheme="majorEastAsia" w:hAnsiTheme="majorHAnsi" w:cstheme="majorBidi"/>
      <w:b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svg"/><Relationship Id="rId18" Type="http://schemas.openxmlformats.org/officeDocument/2006/relationships/image" Target="media/image7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mailto:someone@example.com" TargetMode="External"/><Relationship Id="rId20" Type="http://schemas.openxmlformats.org/officeDocument/2006/relationships/image" Target="media/image9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svg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1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tilisateurs\julia.goubairate\Application%20Data\Microsoft\Templates\CV%20pense-b&#234;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someone@example.com" TargetMode="Externa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57A2B6697A467580D0FE4FE81DA7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7B586-99CD-4314-A898-35B9A334492C}"/>
      </w:docPartPr>
      <w:docPartBody>
        <w:p w:rsidR="00000000" w:rsidRDefault="006B32BD">
          <w:pPr>
            <w:pStyle w:val="0357A2B6697A467580D0FE4FE81DA72E"/>
          </w:pPr>
          <w:r>
            <w:rPr>
              <w:lang w:bidi="fr-FR"/>
            </w:rPr>
            <w:t xml:space="preserve">Présentation et objectif. Remplacez cette phrase par votre objectif professionnel, ou </w:t>
          </w:r>
          <w:r>
            <w:rPr>
              <w:lang w:bidi="fr-FR"/>
            </w:rPr>
            <w:br/>
            <w:t xml:space="preserve">présentez-vous et décrivez votre projet. </w:t>
          </w:r>
        </w:p>
      </w:docPartBody>
    </w:docPart>
    <w:docPart>
      <w:docPartPr>
        <w:name w:val="71CBA46931DF4B56A59C9B9C3D575B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E5736A-0031-4F1F-A4D7-830B7B84ECF4}"/>
      </w:docPartPr>
      <w:docPartBody>
        <w:p w:rsidR="00000000" w:rsidRDefault="006B32BD">
          <w:pPr>
            <w:pStyle w:val="71CBA46931DF4B56A59C9B9C3D575BDA"/>
          </w:pPr>
          <w:r w:rsidRPr="00B72D6F">
            <w:rPr>
              <w:rStyle w:val="Titre1Car"/>
              <w:lang w:bidi="fr-FR"/>
            </w:rPr>
            <w:t>Expérience</w:t>
          </w:r>
        </w:p>
      </w:docPartBody>
    </w:docPart>
    <w:docPart>
      <w:docPartPr>
        <w:name w:val="B0542DABD2E64954AC89B15C75EC41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D26499-AC66-4C18-BC28-E021E471EC62}"/>
      </w:docPartPr>
      <w:docPartBody>
        <w:p w:rsidR="00000000" w:rsidRDefault="006B32BD">
          <w:pPr>
            <w:pStyle w:val="B0542DABD2E64954AC89B15C75EC41F1"/>
          </w:pPr>
          <w:r w:rsidRPr="00036450">
            <w:rPr>
              <w:lang w:bidi="fr-FR"/>
            </w:rPr>
            <w:t>[Date de début]</w:t>
          </w:r>
        </w:p>
      </w:docPartBody>
    </w:docPart>
    <w:docPart>
      <w:docPartPr>
        <w:name w:val="60672DF3AD8C4AAB85066691937DBB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53BED2-0AD7-499B-AC1E-0ED947371F9A}"/>
      </w:docPartPr>
      <w:docPartBody>
        <w:p w:rsidR="00000000" w:rsidRDefault="006B32BD">
          <w:pPr>
            <w:pStyle w:val="60672DF3AD8C4AAB85066691937DBBF0"/>
          </w:pPr>
          <w:r w:rsidRPr="00036450">
            <w:rPr>
              <w:lang w:bidi="fr-FR"/>
            </w:rPr>
            <w:t>[Date de fin]</w:t>
          </w:r>
        </w:p>
      </w:docPartBody>
    </w:docPart>
    <w:docPart>
      <w:docPartPr>
        <w:name w:val="63AD80EF148242AB8461310BEABC34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DD036A-C7B5-402E-8C10-72924CF76C30}"/>
      </w:docPartPr>
      <w:docPartBody>
        <w:p w:rsidR="00000000" w:rsidRDefault="006B32BD">
          <w:pPr>
            <w:pStyle w:val="63AD80EF148242AB8461310BEABC34AD"/>
          </w:pPr>
          <w:r w:rsidRPr="008064DE">
            <w:rPr>
              <w:lang w:bidi="fr-FR"/>
            </w:rPr>
            <w:t>Intitulé du poste (</w:t>
          </w:r>
          <w:r w:rsidRPr="008064DE">
            <w:rPr>
              <w:i/>
              <w:lang w:bidi="fr-FR"/>
            </w:rPr>
            <w:t>Exemple : Analyste marketing</w:t>
          </w:r>
          <w:r w:rsidRPr="008064DE">
            <w:rPr>
              <w:lang w:bidi="fr-FR"/>
            </w:rPr>
            <w:t>)</w:t>
          </w:r>
        </w:p>
      </w:docPartBody>
    </w:docPart>
    <w:docPart>
      <w:docPartPr>
        <w:name w:val="41C291B6CEA54D228F02A83B37F337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33BC1-DA91-4F78-9D96-B69AE6B1C553}"/>
      </w:docPartPr>
      <w:docPartBody>
        <w:p w:rsidR="00000000" w:rsidRDefault="006B32BD">
          <w:pPr>
            <w:pStyle w:val="41C291B6CEA54D228F02A83B37F337A6"/>
          </w:pPr>
          <w:r w:rsidRPr="008064DE">
            <w:rPr>
              <w:lang w:bidi="fr-FR"/>
            </w:rPr>
            <w:t>Fonction (</w:t>
          </w:r>
          <w:r w:rsidRPr="008064DE">
            <w:rPr>
              <w:i/>
              <w:lang w:bidi="fr-FR"/>
            </w:rPr>
            <w:t>exemple : Cadre</w:t>
          </w:r>
          <w:r w:rsidRPr="008064DE">
            <w:rPr>
              <w:lang w:bidi="fr-FR"/>
            </w:rPr>
            <w:t>)</w:t>
          </w:r>
        </w:p>
      </w:docPartBody>
    </w:docPart>
    <w:docPart>
      <w:docPartPr>
        <w:name w:val="A006F8E53E8C4A99B920F633452392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6A6569-4D85-458A-85F8-233637CF3A93}"/>
      </w:docPartPr>
      <w:docPartBody>
        <w:p w:rsidR="00000000" w:rsidRDefault="006B32BD">
          <w:pPr>
            <w:pStyle w:val="A006F8E53E8C4A99B920F633452392AC"/>
          </w:pPr>
          <w:r w:rsidRPr="008064DE">
            <w:rPr>
              <w:lang w:bidi="fr-FR"/>
            </w:rPr>
            <w:t>Nom de la société</w:t>
          </w:r>
        </w:p>
      </w:docPartBody>
    </w:docPart>
    <w:docPart>
      <w:docPartPr>
        <w:name w:val="53532DB0AA3B49C1A04B9F6829A31A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74BA4B-29B7-4559-A56B-8225A5AAA7A7}"/>
      </w:docPartPr>
      <w:docPartBody>
        <w:p w:rsidR="00000000" w:rsidRDefault="006B32BD">
          <w:pPr>
            <w:pStyle w:val="53532DB0AA3B49C1A04B9F6829A31A1A"/>
          </w:pPr>
          <w:r w:rsidRPr="00036450">
            <w:rPr>
              <w:lang w:bidi="fr-FR"/>
            </w:rPr>
            <w:t>[Date de début]</w:t>
          </w:r>
        </w:p>
      </w:docPartBody>
    </w:docPart>
    <w:docPart>
      <w:docPartPr>
        <w:name w:val="9F1A9FA9473C4A919F31231523825E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717706-FB4C-4B5D-B8A6-538593D858C9}"/>
      </w:docPartPr>
      <w:docPartBody>
        <w:p w:rsidR="00000000" w:rsidRDefault="006B32BD">
          <w:pPr>
            <w:pStyle w:val="9F1A9FA9473C4A919F31231523825E2D"/>
          </w:pPr>
          <w:r w:rsidRPr="00036450">
            <w:rPr>
              <w:lang w:bidi="fr-FR"/>
            </w:rPr>
            <w:t>[Date de fin]</w:t>
          </w:r>
        </w:p>
      </w:docPartBody>
    </w:docPart>
    <w:docPart>
      <w:docPartPr>
        <w:name w:val="67AF458B60884EAB8D6A8006300C47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237567-2D1C-40BB-8034-138B19EDE528}"/>
      </w:docPartPr>
      <w:docPartBody>
        <w:p w:rsidR="00000000" w:rsidRDefault="006B32BD">
          <w:pPr>
            <w:pStyle w:val="67AF458B60884EAB8D6A8006300C47BB"/>
          </w:pPr>
          <w:r w:rsidRPr="008064DE">
            <w:rPr>
              <w:lang w:bidi="fr-FR"/>
            </w:rPr>
            <w:t>Intitulé du poste (</w:t>
          </w:r>
          <w:r w:rsidRPr="008064DE">
            <w:rPr>
              <w:i/>
              <w:lang w:bidi="fr-FR"/>
            </w:rPr>
            <w:t>Exemple : Analyste marketing</w:t>
          </w:r>
          <w:r w:rsidRPr="008064DE">
            <w:rPr>
              <w:lang w:bidi="fr-FR"/>
            </w:rPr>
            <w:t>)</w:t>
          </w:r>
        </w:p>
      </w:docPartBody>
    </w:docPart>
    <w:docPart>
      <w:docPartPr>
        <w:name w:val="1FBB363BBF4048FC82F2830F794318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80CCC1-50AE-4920-8053-CE309D8A3ECE}"/>
      </w:docPartPr>
      <w:docPartBody>
        <w:p w:rsidR="00000000" w:rsidRDefault="006B32BD">
          <w:pPr>
            <w:pStyle w:val="1FBB363BBF4048FC82F2830F794318AF"/>
          </w:pPr>
          <w:r w:rsidRPr="008064DE">
            <w:rPr>
              <w:lang w:bidi="fr-FR"/>
            </w:rPr>
            <w:t>Fonction (</w:t>
          </w:r>
          <w:r w:rsidRPr="008064DE">
            <w:rPr>
              <w:i/>
              <w:lang w:bidi="fr-FR"/>
            </w:rPr>
            <w:t>exemple : Cadre</w:t>
          </w:r>
          <w:r w:rsidRPr="008064DE">
            <w:rPr>
              <w:lang w:bidi="fr-FR"/>
            </w:rPr>
            <w:t>)</w:t>
          </w:r>
        </w:p>
      </w:docPartBody>
    </w:docPart>
    <w:docPart>
      <w:docPartPr>
        <w:name w:val="C5F368C4C14C43ACBFA2F8AF36F9C7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7EE058-7EB7-417E-8EFE-3830D0D44233}"/>
      </w:docPartPr>
      <w:docPartBody>
        <w:p w:rsidR="00000000" w:rsidRDefault="006B32BD">
          <w:pPr>
            <w:pStyle w:val="C5F368C4C14C43ACBFA2F8AF36F9C752"/>
          </w:pPr>
          <w:r w:rsidRPr="008064DE">
            <w:rPr>
              <w:lang w:bidi="fr-FR"/>
            </w:rPr>
            <w:t>Nom de la société</w:t>
          </w:r>
        </w:p>
      </w:docPartBody>
    </w:docPart>
    <w:docPart>
      <w:docPartPr>
        <w:name w:val="F694E9DBF44644D7837CC7E483F6C7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84F8D4-E8AE-423C-A6F7-A54464C5575E}"/>
      </w:docPartPr>
      <w:docPartBody>
        <w:p w:rsidR="00000000" w:rsidRDefault="006B32BD">
          <w:pPr>
            <w:pStyle w:val="F694E9DBF44644D7837CC7E483F6C7D8"/>
          </w:pPr>
          <w:r w:rsidRPr="00036450">
            <w:rPr>
              <w:lang w:bidi="fr-FR"/>
            </w:rPr>
            <w:t>[Date de début]</w:t>
          </w:r>
        </w:p>
      </w:docPartBody>
    </w:docPart>
    <w:docPart>
      <w:docPartPr>
        <w:name w:val="92E2D90329AB4797BEEE093930E28E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33D8B0-AEF3-4A53-BB4B-D1E3E3F02729}"/>
      </w:docPartPr>
      <w:docPartBody>
        <w:p w:rsidR="00000000" w:rsidRDefault="006B32BD">
          <w:pPr>
            <w:pStyle w:val="92E2D90329AB4797BEEE093930E28E1F"/>
          </w:pPr>
          <w:r w:rsidRPr="00036450">
            <w:rPr>
              <w:lang w:bidi="fr-FR"/>
            </w:rPr>
            <w:t>[Date de fin]</w:t>
          </w:r>
        </w:p>
      </w:docPartBody>
    </w:docPart>
    <w:docPart>
      <w:docPartPr>
        <w:name w:val="738F0846F8D345C08215A4CA22F33D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B3709-7581-4B9C-8519-523E7879F3D5}"/>
      </w:docPartPr>
      <w:docPartBody>
        <w:p w:rsidR="00000000" w:rsidRDefault="006B32BD">
          <w:pPr>
            <w:pStyle w:val="738F0846F8D345C08215A4CA22F33D31"/>
          </w:pPr>
          <w:r w:rsidRPr="008064DE">
            <w:rPr>
              <w:lang w:bidi="fr-FR"/>
            </w:rPr>
            <w:t>Intitulé du poste (</w:t>
          </w:r>
          <w:r w:rsidRPr="008064DE">
            <w:rPr>
              <w:i/>
              <w:lang w:bidi="fr-FR"/>
            </w:rPr>
            <w:t>Exemple : Analyste marketing</w:t>
          </w:r>
          <w:r w:rsidRPr="008064DE">
            <w:rPr>
              <w:lang w:bidi="fr-FR"/>
            </w:rPr>
            <w:t>)</w:t>
          </w:r>
        </w:p>
      </w:docPartBody>
    </w:docPart>
    <w:docPart>
      <w:docPartPr>
        <w:name w:val="8997861EA4BF4B9EB82655FE198D8D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0E7A-C0BA-4BDB-B732-F2C25863518E}"/>
      </w:docPartPr>
      <w:docPartBody>
        <w:p w:rsidR="00000000" w:rsidRDefault="006B32BD">
          <w:pPr>
            <w:pStyle w:val="8997861EA4BF4B9EB82655FE198D8D4A"/>
          </w:pPr>
          <w:r w:rsidRPr="008064DE">
            <w:rPr>
              <w:lang w:bidi="fr-FR"/>
            </w:rPr>
            <w:t>Fonction (</w:t>
          </w:r>
          <w:r w:rsidRPr="008064DE">
            <w:rPr>
              <w:i/>
              <w:lang w:bidi="fr-FR"/>
            </w:rPr>
            <w:t>exemple : Cadre</w:t>
          </w:r>
          <w:r w:rsidRPr="008064DE">
            <w:rPr>
              <w:lang w:bidi="fr-FR"/>
            </w:rPr>
            <w:t>)</w:t>
          </w:r>
        </w:p>
      </w:docPartBody>
    </w:docPart>
    <w:docPart>
      <w:docPartPr>
        <w:name w:val="0151252D9DD444A6AB55B7340CCE6F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00732-85ED-4452-A3AB-EFC87C101A49}"/>
      </w:docPartPr>
      <w:docPartBody>
        <w:p w:rsidR="00000000" w:rsidRDefault="006B32BD">
          <w:pPr>
            <w:pStyle w:val="0151252D9DD444A6AB55B7340CCE6FB7"/>
          </w:pPr>
          <w:r w:rsidRPr="008064DE">
            <w:rPr>
              <w:lang w:bidi="fr-FR"/>
            </w:rPr>
            <w:t>Nom de la société</w:t>
          </w:r>
        </w:p>
      </w:docPartBody>
    </w:docPart>
    <w:docPart>
      <w:docPartPr>
        <w:name w:val="E639B99B819448E680F1CBAA46DB10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DFA995-8ED0-4E26-8A96-A6DA2A5FEBAD}"/>
      </w:docPartPr>
      <w:docPartBody>
        <w:p w:rsidR="00000000" w:rsidRDefault="006B32BD">
          <w:pPr>
            <w:pStyle w:val="E639B99B819448E680F1CBAA46DB1075"/>
          </w:pPr>
          <w:r w:rsidRPr="008064DE">
            <w:rPr>
              <w:lang w:bidi="fr-FR"/>
            </w:rPr>
            <w:t>Formation</w:t>
          </w:r>
        </w:p>
      </w:docPartBody>
    </w:docPart>
    <w:docPart>
      <w:docPartPr>
        <w:name w:val="4247611CA66C4B37B85434266324DE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8C2A66-A9CA-4CFD-BF59-D71DBEE87163}"/>
      </w:docPartPr>
      <w:docPartBody>
        <w:p w:rsidR="00000000" w:rsidRDefault="006B32BD">
          <w:pPr>
            <w:pStyle w:val="4247611CA66C4B37B85434266324DEA8"/>
          </w:pPr>
          <w:r w:rsidRPr="00036450">
            <w:rPr>
              <w:lang w:bidi="fr-FR"/>
            </w:rPr>
            <w:t xml:space="preserve">[Dates </w:t>
          </w:r>
          <w:r>
            <w:rPr>
              <w:lang w:bidi="fr-FR"/>
            </w:rPr>
            <w:t>de fin d’études</w:t>
          </w:r>
          <w:r w:rsidRPr="00036450">
            <w:rPr>
              <w:lang w:bidi="fr-FR"/>
            </w:rPr>
            <w:t>]</w:t>
          </w:r>
        </w:p>
      </w:docPartBody>
    </w:docPart>
    <w:docPart>
      <w:docPartPr>
        <w:name w:val="D66D32F1DEF24BD697514BC6548A00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9D3D29-725D-45B1-B4FD-BF52F941ECCC}"/>
      </w:docPartPr>
      <w:docPartBody>
        <w:p w:rsidR="00000000" w:rsidRDefault="006B32BD">
          <w:pPr>
            <w:pStyle w:val="D66D32F1DEF24BD697514BC6548A0068"/>
          </w:pPr>
          <w:r w:rsidRPr="00BD7651">
            <w:rPr>
              <w:lang w:bidi="fr-FR"/>
            </w:rPr>
            <w:t>[Ville], [État], [Région]</w:t>
          </w:r>
        </w:p>
      </w:docPartBody>
    </w:docPart>
    <w:docPart>
      <w:docPartPr>
        <w:name w:val="0D2EAF1C3E3C403DB78346CF14DDC5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5DB597-F645-4904-B5EC-126174CC800C}"/>
      </w:docPartPr>
      <w:docPartBody>
        <w:p w:rsidR="00000000" w:rsidRDefault="006B32BD">
          <w:pPr>
            <w:pStyle w:val="0D2EAF1C3E3C403DB78346CF14DDC589"/>
          </w:pPr>
          <w:r w:rsidRPr="00BD7651">
            <w:rPr>
              <w:lang w:bidi="fr-FR"/>
            </w:rPr>
            <w:t xml:space="preserve">Description, MPC (moyenne pondérée </w:t>
          </w:r>
          <w:r>
            <w:rPr>
              <w:lang w:bidi="fr-FR"/>
            </w:rPr>
            <w:br/>
          </w:r>
          <w:r w:rsidRPr="00BD7651">
            <w:rPr>
              <w:lang w:bidi="fr-FR"/>
            </w:rPr>
            <w:t xml:space="preserve">cumulative) et bref récapitulatif des cours </w:t>
          </w:r>
          <w:r>
            <w:rPr>
              <w:lang w:bidi="fr-FR"/>
            </w:rPr>
            <w:br/>
          </w:r>
          <w:r w:rsidRPr="00BD7651">
            <w:rPr>
              <w:lang w:bidi="fr-FR"/>
            </w:rPr>
            <w:t xml:space="preserve">dispensés ainsi que des distinctions et des </w:t>
          </w:r>
          <w:r>
            <w:rPr>
              <w:lang w:bidi="fr-FR"/>
            </w:rPr>
            <w:br/>
          </w:r>
          <w:r w:rsidRPr="00BD7651">
            <w:rPr>
              <w:lang w:bidi="fr-FR"/>
            </w:rPr>
            <w:t>mentions obtenues.</w:t>
          </w:r>
        </w:p>
      </w:docPartBody>
    </w:docPart>
    <w:docPart>
      <w:docPartPr>
        <w:name w:val="0EE4744D93284FF09A4E9EBB9CD806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4D7769-69C9-417D-B56B-2B97EE2F05E6}"/>
      </w:docPartPr>
      <w:docPartBody>
        <w:p w:rsidR="00000000" w:rsidRDefault="006B32BD">
          <w:pPr>
            <w:pStyle w:val="0EE4744D93284FF09A4E9EBB9CD806C4"/>
          </w:pPr>
          <w:r w:rsidRPr="00036450">
            <w:rPr>
              <w:lang w:bidi="fr-FR"/>
            </w:rPr>
            <w:t xml:space="preserve">[Dates </w:t>
          </w:r>
          <w:r>
            <w:rPr>
              <w:lang w:bidi="fr-FR"/>
            </w:rPr>
            <w:t>de fin d’études</w:t>
          </w:r>
          <w:r w:rsidRPr="00036450">
            <w:rPr>
              <w:lang w:bidi="fr-FR"/>
            </w:rPr>
            <w:t>]</w:t>
          </w:r>
        </w:p>
      </w:docPartBody>
    </w:docPart>
    <w:docPart>
      <w:docPartPr>
        <w:name w:val="5DDD0BD56045423B8A33425A3FAAFB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568F78-7194-43FA-8C2A-EAA2965660FC}"/>
      </w:docPartPr>
      <w:docPartBody>
        <w:p w:rsidR="00000000" w:rsidRDefault="006B32BD">
          <w:pPr>
            <w:pStyle w:val="5DDD0BD56045423B8A33425A3FAAFB62"/>
          </w:pPr>
          <w:r w:rsidRPr="00BD7651">
            <w:rPr>
              <w:lang w:bidi="fr-FR"/>
            </w:rPr>
            <w:t>[Ville], [État], [Région]</w:t>
          </w:r>
        </w:p>
      </w:docPartBody>
    </w:docPart>
    <w:docPart>
      <w:docPartPr>
        <w:name w:val="218C549DF8CB405D926C7568FA4868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935823-B5A1-4BE7-9CB3-9F2EC2025C55}"/>
      </w:docPartPr>
      <w:docPartBody>
        <w:p w:rsidR="00000000" w:rsidRDefault="006B32BD">
          <w:pPr>
            <w:pStyle w:val="218C549DF8CB405D926C7568FA486806"/>
          </w:pPr>
          <w:r w:rsidRPr="00BD7651">
            <w:rPr>
              <w:lang w:bidi="fr-FR"/>
            </w:rPr>
            <w:t>Activités</w:t>
          </w:r>
        </w:p>
      </w:docPartBody>
    </w:docPart>
    <w:docPart>
      <w:docPartPr>
        <w:name w:val="B1292495F9B041299962C583A572E0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B727D-794C-471F-993C-C4A5B05F5D20}"/>
      </w:docPartPr>
      <w:docPartBody>
        <w:p w:rsidR="00000000" w:rsidRDefault="006B32BD">
          <w:pPr>
            <w:pStyle w:val="B1292495F9B041299962C583A572E00F"/>
          </w:pPr>
          <w:r w:rsidRPr="00BD7651">
            <w:rPr>
              <w:lang w:bidi="fr-FR"/>
            </w:rPr>
            <w:t xml:space="preserve">Utilisez cette section pour indiquer vos passions </w:t>
          </w:r>
          <w:r>
            <w:rPr>
              <w:lang w:bidi="fr-FR"/>
            </w:rPr>
            <w:br/>
          </w:r>
          <w:r w:rsidRPr="00BD7651">
            <w:rPr>
              <w:lang w:bidi="fr-FR"/>
            </w:rPr>
            <w:t xml:space="preserve">et activités pertinentes. Il peut être utile </w:t>
          </w:r>
          <w:r>
            <w:rPr>
              <w:lang w:bidi="fr-FR"/>
            </w:rPr>
            <w:br/>
          </w:r>
          <w:r w:rsidRPr="00BD7651">
            <w:rPr>
              <w:lang w:bidi="fr-FR"/>
            </w:rPr>
            <w:t>d’indiquer ici vos expériences en animation et</w:t>
          </w:r>
          <w:r>
            <w:rPr>
              <w:lang w:bidi="fr-FR"/>
            </w:rPr>
            <w:t> </w:t>
          </w:r>
          <w:r w:rsidRPr="00BD7651">
            <w:rPr>
              <w:lang w:bidi="fr-FR"/>
            </w:rPr>
            <w:t xml:space="preserve">bénévolat. Vous pouvez également ajouter </w:t>
          </w:r>
          <w:r>
            <w:rPr>
              <w:lang w:bidi="fr-FR"/>
            </w:rPr>
            <w:br/>
          </w:r>
          <w:r w:rsidRPr="00BD7651">
            <w:rPr>
              <w:lang w:bidi="fr-FR"/>
            </w:rPr>
            <w:t>d’autres informations importantes comme vos</w:t>
          </w:r>
          <w:r>
            <w:rPr>
              <w:lang w:bidi="fr-FR"/>
            </w:rPr>
            <w:t> </w:t>
          </w:r>
          <w:r w:rsidRPr="00BD7651">
            <w:rPr>
              <w:lang w:bidi="fr-FR"/>
            </w:rPr>
            <w:t>publications, certifications, langues, etc.</w:t>
          </w:r>
        </w:p>
      </w:docPartBody>
    </w:docPart>
    <w:docPart>
      <w:docPartPr>
        <w:name w:val="7967AFE801004A69923A9830E0E5E3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0142E-FFB9-4ED4-AEF3-0B6E02190B97}"/>
      </w:docPartPr>
      <w:docPartBody>
        <w:p w:rsidR="00000000" w:rsidRDefault="006B32BD">
          <w:pPr>
            <w:pStyle w:val="7967AFE801004A69923A9830E0E5E33D"/>
          </w:pPr>
          <w:r w:rsidRPr="00176419">
            <w:rPr>
              <w:lang w:bidi="fr-FR"/>
            </w:rPr>
            <w:t>[Prénom]</w:t>
          </w:r>
        </w:p>
      </w:docPartBody>
    </w:docPart>
    <w:docPart>
      <w:docPartPr>
        <w:name w:val="1F6D62AA6A694534B27C8B5A9EA792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AB665C-2DB4-499A-A748-756FBE4F2511}"/>
      </w:docPartPr>
      <w:docPartBody>
        <w:p w:rsidR="00000000" w:rsidRDefault="006B32BD">
          <w:pPr>
            <w:pStyle w:val="1F6D62AA6A694534B27C8B5A9EA79280"/>
          </w:pPr>
          <w:r w:rsidRPr="00176419">
            <w:rPr>
              <w:lang w:bidi="fr-FR"/>
            </w:rPr>
            <w:t>[Nom]</w:t>
          </w:r>
        </w:p>
      </w:docPartBody>
    </w:docPart>
    <w:docPart>
      <w:docPartPr>
        <w:name w:val="5663DF45B0B74E0A93BC0DBA4B8915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52F71-9351-4250-8DE5-E82A578F8AED}"/>
      </w:docPartPr>
      <w:docPartBody>
        <w:p w:rsidR="00000000" w:rsidRDefault="006B32BD">
          <w:pPr>
            <w:pStyle w:val="5663DF45B0B74E0A93BC0DBA4B891530"/>
          </w:pPr>
          <w:r w:rsidRPr="00BD7651">
            <w:rPr>
              <w:rStyle w:val="Sous-titreCar"/>
              <w:lang w:bidi="fr-FR"/>
            </w:rPr>
            <w:t>[Intitulé du poste]</w:t>
          </w:r>
        </w:p>
      </w:docPartBody>
    </w:docPart>
    <w:docPart>
      <w:docPartPr>
        <w:name w:val="D41BC2FED5614054A2FCEE1F3286AB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08D2A-3E07-46A2-989C-0A81DEF8BCE5}"/>
      </w:docPartPr>
      <w:docPartBody>
        <w:p w:rsidR="00000000" w:rsidRDefault="006B32BD">
          <w:pPr>
            <w:pStyle w:val="D41BC2FED5614054A2FCEE1F3286ABA1"/>
          </w:pPr>
          <w:r w:rsidRPr="008D4C89">
            <w:rPr>
              <w:rStyle w:val="Titre2Car"/>
              <w:lang w:bidi="fr-FR"/>
            </w:rPr>
            <w:t>Téléphone :</w:t>
          </w:r>
        </w:p>
      </w:docPartBody>
    </w:docPart>
    <w:docPart>
      <w:docPartPr>
        <w:name w:val="FD1ABF5ED8CE44439479E3E966FA7E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580F73-29A1-49C4-8CF7-29414E7CA584}"/>
      </w:docPartPr>
      <w:docPartBody>
        <w:p w:rsidR="00000000" w:rsidRDefault="006B32BD">
          <w:pPr>
            <w:pStyle w:val="FD1ABF5ED8CE44439479E3E966FA7EA9"/>
          </w:pPr>
          <w:r>
            <w:rPr>
              <w:lang w:bidi="fr-FR"/>
            </w:rPr>
            <w:t>+6 78 65 43 21</w:t>
          </w:r>
        </w:p>
      </w:docPartBody>
    </w:docPart>
    <w:docPart>
      <w:docPartPr>
        <w:name w:val="5D047AD2A1044C1D94F1411BE0A570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5C56A4-0B7B-4D06-8C9C-265EBFD7F1A1}"/>
      </w:docPartPr>
      <w:docPartBody>
        <w:p w:rsidR="00000000" w:rsidRDefault="006B32BD">
          <w:pPr>
            <w:pStyle w:val="5D047AD2A1044C1D94F1411BE0A570BA"/>
          </w:pPr>
          <w:r w:rsidRPr="008D4C89">
            <w:rPr>
              <w:rStyle w:val="Titre2Car"/>
              <w:lang w:bidi="fr-FR"/>
            </w:rPr>
            <w:t>Adresse email :</w:t>
          </w:r>
        </w:p>
      </w:docPartBody>
    </w:docPart>
    <w:docPart>
      <w:docPartPr>
        <w:name w:val="7FD1842C36DB43F881AECAE8FDB23F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543DE6-6A82-4CC1-86F0-A796409C07A0}"/>
      </w:docPartPr>
      <w:docPartBody>
        <w:p w:rsidR="00000000" w:rsidRDefault="00000000">
          <w:pPr>
            <w:pStyle w:val="7FD1842C36DB43F881AECAE8FDB23F12"/>
          </w:pPr>
          <w:hyperlink r:id="rId4" w:history="1">
            <w:r w:rsidR="006B32BD" w:rsidRPr="00C10B2A">
              <w:rPr>
                <w:rStyle w:val="Lienhypertexte"/>
                <w:lang w:bidi="fr-FR"/>
              </w:rPr>
              <w:t>xyz@example.com</w:t>
            </w:r>
          </w:hyperlink>
        </w:p>
      </w:docPartBody>
    </w:docPart>
    <w:docPart>
      <w:docPartPr>
        <w:name w:val="08C9021A8CDE47C38E4C3B6EBDEB06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F45942-A3AA-4597-A95A-3E8FCF852F4B}"/>
      </w:docPartPr>
      <w:docPartBody>
        <w:p w:rsidR="00000000" w:rsidRDefault="006B32BD">
          <w:pPr>
            <w:pStyle w:val="08C9021A8CDE47C38E4C3B6EBDEB0688"/>
          </w:pPr>
          <w:r w:rsidRPr="008D4C89">
            <w:rPr>
              <w:rStyle w:val="Titre2Car"/>
              <w:lang w:bidi="fr-FR"/>
            </w:rPr>
            <w:t>Site web :</w:t>
          </w:r>
        </w:p>
      </w:docPartBody>
    </w:docPart>
    <w:docPart>
      <w:docPartPr>
        <w:name w:val="44D9B809B0104DDE9553E07F001639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18B2DE-BAF1-4300-AB85-E3B4037F1675}"/>
      </w:docPartPr>
      <w:docPartBody>
        <w:p w:rsidR="00000000" w:rsidRDefault="006B32BD">
          <w:pPr>
            <w:pStyle w:val="44D9B809B0104DDE9553E07F0016397C"/>
          </w:pPr>
          <w:r w:rsidRPr="004D3011">
            <w:rPr>
              <w:lang w:bidi="fr-FR"/>
            </w:rPr>
            <w:t>Emplacement du site web</w:t>
          </w:r>
        </w:p>
      </w:docPartBody>
    </w:docPart>
    <w:docPart>
      <w:docPartPr>
        <w:name w:val="B2690376CC9F45F6847AB3AF824001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B05F63-EE09-4227-82B5-A2F5CC3B27D5}"/>
      </w:docPartPr>
      <w:docPartBody>
        <w:p w:rsidR="00000000" w:rsidRDefault="006B32BD">
          <w:pPr>
            <w:pStyle w:val="B2690376CC9F45F6847AB3AF824001AC"/>
          </w:pPr>
          <w:r w:rsidRPr="008D4C89">
            <w:rPr>
              <w:rStyle w:val="Titre2Car"/>
              <w:lang w:bidi="fr-FR"/>
            </w:rPr>
            <w:t>Adresse</w:t>
          </w:r>
        </w:p>
      </w:docPartBody>
    </w:docPart>
    <w:docPart>
      <w:docPartPr>
        <w:name w:val="5D8C83DC8B1F4F579DD2D6627239E5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EB8B0D-0114-438B-B8C0-2F04540C608F}"/>
      </w:docPartPr>
      <w:docPartBody>
        <w:p w:rsidR="006B32BD" w:rsidRPr="00DE591D" w:rsidRDefault="006B32BD" w:rsidP="00BD7651">
          <w:pPr>
            <w:pStyle w:val="Coordonnes"/>
            <w:rPr>
              <w:rStyle w:val="Textedelespacerserv"/>
              <w:lang w:val="fr-FR"/>
            </w:rPr>
          </w:pPr>
          <w:r w:rsidRPr="00BD7651">
            <w:rPr>
              <w:rStyle w:val="Textedelespacerserv"/>
              <w:lang w:val="fr-FR" w:bidi="fr-FR"/>
            </w:rPr>
            <w:t>Rue</w:t>
          </w:r>
        </w:p>
        <w:p w:rsidR="006B32BD" w:rsidRPr="00DE591D" w:rsidRDefault="006B32BD" w:rsidP="00BD7651">
          <w:pPr>
            <w:pStyle w:val="Coordonnes"/>
            <w:rPr>
              <w:rStyle w:val="Textedelespacerserv"/>
              <w:lang w:val="fr-FR"/>
            </w:rPr>
          </w:pPr>
          <w:r w:rsidRPr="00BD7651">
            <w:rPr>
              <w:rStyle w:val="Textedelespacerserv"/>
              <w:lang w:val="fr-FR" w:bidi="fr-FR"/>
            </w:rPr>
            <w:t>Code postal, ville, pays</w:t>
          </w:r>
        </w:p>
        <w:p w:rsidR="00000000" w:rsidRDefault="006B32BD">
          <w:pPr>
            <w:pStyle w:val="5D8C83DC8B1F4F579DD2D6627239E533"/>
          </w:pPr>
          <w:r w:rsidRPr="00BD7651">
            <w:rPr>
              <w:rStyle w:val="Textedelespacerserv"/>
              <w:lang w:bidi="fr-FR"/>
            </w:rPr>
            <w:t>Région/Pays</w:t>
          </w:r>
        </w:p>
      </w:docPartBody>
    </w:docPart>
    <w:docPart>
      <w:docPartPr>
        <w:name w:val="475B787A51B34144A7C06BED255B6C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66A5C0-3840-4E33-9732-0063DBCC191D}"/>
      </w:docPartPr>
      <w:docPartBody>
        <w:p w:rsidR="00000000" w:rsidRDefault="006B32BD">
          <w:pPr>
            <w:pStyle w:val="475B787A51B34144A7C06BED255B6CA7"/>
          </w:pPr>
          <w:r w:rsidRPr="008D4C89">
            <w:rPr>
              <w:rStyle w:val="Titre2Car"/>
              <w:lang w:bidi="fr-FR"/>
            </w:rPr>
            <w:t>Compétences</w:t>
          </w:r>
        </w:p>
      </w:docPartBody>
    </w:docPart>
    <w:docPart>
      <w:docPartPr>
        <w:name w:val="6306AC4164E74F5CA84F17C1F23A2F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2236B2-1D10-42C4-9355-2D44FD1A813C}"/>
      </w:docPartPr>
      <w:docPartBody>
        <w:p w:rsidR="00000000" w:rsidRDefault="006B32BD">
          <w:pPr>
            <w:pStyle w:val="6306AC4164E74F5CA84F17C1F23A2F6F"/>
          </w:pPr>
          <w:r w:rsidRPr="008D4C89">
            <w:rPr>
              <w:lang w:bidi="fr-FR"/>
            </w:rPr>
            <w:t xml:space="preserve">[Entrez ici vos compétences, séparées </w:t>
          </w:r>
          <w:r>
            <w:rPr>
              <w:lang w:bidi="fr-FR"/>
            </w:rPr>
            <w:br/>
          </w:r>
          <w:r w:rsidRPr="008D4C89">
            <w:rPr>
              <w:lang w:bidi="fr-FR"/>
            </w:rPr>
            <w:t>par une virgule]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Bahnschrift Light"/>
    <w:charset w:val="00"/>
    <w:family w:val="swiss"/>
    <w:pitch w:val="variable"/>
    <w:sig w:usb0="00000001" w:usb1="00000000" w:usb2="00000000" w:usb3="00000000" w:csb0="00000003" w:csb1="00000000"/>
  </w:font>
  <w:font w:name="Rockwell">
    <w:altName w:val="Sitka Small"/>
    <w:charset w:val="00"/>
    <w:family w:val="roman"/>
    <w:pitch w:val="variable"/>
    <w:sig w:usb0="00000001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sz w:val="4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357A2B6697A467580D0FE4FE81DA72E">
    <w:name w:val="0357A2B6697A467580D0FE4FE81DA72E"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sz w:val="42"/>
      <w:szCs w:val="32"/>
      <w:lang w:eastAsia="en-US"/>
    </w:rPr>
  </w:style>
  <w:style w:type="paragraph" w:customStyle="1" w:styleId="71CBA46931DF4B56A59C9B9C3D575BDA">
    <w:name w:val="71CBA46931DF4B56A59C9B9C3D575BDA"/>
  </w:style>
  <w:style w:type="paragraph" w:customStyle="1" w:styleId="B0542DABD2E64954AC89B15C75EC41F1">
    <w:name w:val="B0542DABD2E64954AC89B15C75EC41F1"/>
  </w:style>
  <w:style w:type="paragraph" w:customStyle="1" w:styleId="60672DF3AD8C4AAB85066691937DBBF0">
    <w:name w:val="60672DF3AD8C4AAB85066691937DBBF0"/>
  </w:style>
  <w:style w:type="paragraph" w:customStyle="1" w:styleId="63AD80EF148242AB8461310BEABC34AD">
    <w:name w:val="63AD80EF148242AB8461310BEABC34AD"/>
  </w:style>
  <w:style w:type="paragraph" w:customStyle="1" w:styleId="41C291B6CEA54D228F02A83B37F337A6">
    <w:name w:val="41C291B6CEA54D228F02A83B37F337A6"/>
  </w:style>
  <w:style w:type="paragraph" w:customStyle="1" w:styleId="A006F8E53E8C4A99B920F633452392AC">
    <w:name w:val="A006F8E53E8C4A99B920F633452392AC"/>
  </w:style>
  <w:style w:type="paragraph" w:customStyle="1" w:styleId="53532DB0AA3B49C1A04B9F6829A31A1A">
    <w:name w:val="53532DB0AA3B49C1A04B9F6829A31A1A"/>
  </w:style>
  <w:style w:type="paragraph" w:customStyle="1" w:styleId="9F1A9FA9473C4A919F31231523825E2D">
    <w:name w:val="9F1A9FA9473C4A919F31231523825E2D"/>
  </w:style>
  <w:style w:type="paragraph" w:customStyle="1" w:styleId="67AF458B60884EAB8D6A8006300C47BB">
    <w:name w:val="67AF458B60884EAB8D6A8006300C47BB"/>
  </w:style>
  <w:style w:type="paragraph" w:customStyle="1" w:styleId="1FBB363BBF4048FC82F2830F794318AF">
    <w:name w:val="1FBB363BBF4048FC82F2830F794318AF"/>
  </w:style>
  <w:style w:type="paragraph" w:customStyle="1" w:styleId="C5F368C4C14C43ACBFA2F8AF36F9C752">
    <w:name w:val="C5F368C4C14C43ACBFA2F8AF36F9C752"/>
  </w:style>
  <w:style w:type="paragraph" w:customStyle="1" w:styleId="F694E9DBF44644D7837CC7E483F6C7D8">
    <w:name w:val="F694E9DBF44644D7837CC7E483F6C7D8"/>
  </w:style>
  <w:style w:type="paragraph" w:customStyle="1" w:styleId="92E2D90329AB4797BEEE093930E28E1F">
    <w:name w:val="92E2D90329AB4797BEEE093930E28E1F"/>
  </w:style>
  <w:style w:type="paragraph" w:customStyle="1" w:styleId="738F0846F8D345C08215A4CA22F33D31">
    <w:name w:val="738F0846F8D345C08215A4CA22F33D31"/>
  </w:style>
  <w:style w:type="paragraph" w:customStyle="1" w:styleId="8997861EA4BF4B9EB82655FE198D8D4A">
    <w:name w:val="8997861EA4BF4B9EB82655FE198D8D4A"/>
  </w:style>
  <w:style w:type="paragraph" w:customStyle="1" w:styleId="0151252D9DD444A6AB55B7340CCE6FB7">
    <w:name w:val="0151252D9DD444A6AB55B7340CCE6FB7"/>
  </w:style>
  <w:style w:type="paragraph" w:customStyle="1" w:styleId="E639B99B819448E680F1CBAA46DB1075">
    <w:name w:val="E639B99B819448E680F1CBAA46DB1075"/>
  </w:style>
  <w:style w:type="paragraph" w:customStyle="1" w:styleId="4247611CA66C4B37B85434266324DEA8">
    <w:name w:val="4247611CA66C4B37B85434266324DEA8"/>
  </w:style>
  <w:style w:type="paragraph" w:customStyle="1" w:styleId="D66D32F1DEF24BD697514BC6548A0068">
    <w:name w:val="D66D32F1DEF24BD697514BC6548A0068"/>
  </w:style>
  <w:style w:type="paragraph" w:customStyle="1" w:styleId="0D2EAF1C3E3C403DB78346CF14DDC589">
    <w:name w:val="0D2EAF1C3E3C403DB78346CF14DDC589"/>
  </w:style>
  <w:style w:type="paragraph" w:customStyle="1" w:styleId="0EE4744D93284FF09A4E9EBB9CD806C4">
    <w:name w:val="0EE4744D93284FF09A4E9EBB9CD806C4"/>
  </w:style>
  <w:style w:type="paragraph" w:customStyle="1" w:styleId="5DDD0BD56045423B8A33425A3FAAFB62">
    <w:name w:val="5DDD0BD56045423B8A33425A3FAAFB62"/>
  </w:style>
  <w:style w:type="paragraph" w:customStyle="1" w:styleId="218C549DF8CB405D926C7568FA486806">
    <w:name w:val="218C549DF8CB405D926C7568FA486806"/>
  </w:style>
  <w:style w:type="paragraph" w:customStyle="1" w:styleId="B1292495F9B041299962C583A572E00F">
    <w:name w:val="B1292495F9B041299962C583A572E00F"/>
  </w:style>
  <w:style w:type="paragraph" w:customStyle="1" w:styleId="7967AFE801004A69923A9830E0E5E33D">
    <w:name w:val="7967AFE801004A69923A9830E0E5E33D"/>
  </w:style>
  <w:style w:type="paragraph" w:customStyle="1" w:styleId="1F6D62AA6A694534B27C8B5A9EA79280">
    <w:name w:val="1F6D62AA6A694534B27C8B5A9EA79280"/>
  </w:style>
  <w:style w:type="paragraph" w:styleId="Sous-titre">
    <w:name w:val="Subtitle"/>
    <w:basedOn w:val="NormalWeb"/>
    <w:next w:val="Normal"/>
    <w:link w:val="Sous-titreCar"/>
    <w:uiPriority w:val="11"/>
    <w:qFormat/>
    <w:pPr>
      <w:pBdr>
        <w:top w:val="single" w:sz="2" w:space="1" w:color="D9D9D9" w:themeColor="background1" w:themeShade="D9"/>
      </w:pBdr>
      <w:spacing w:after="0" w:line="240" w:lineRule="auto"/>
      <w:ind w:right="720"/>
    </w:pPr>
    <w:rPr>
      <w:rFonts w:ascii="Gill Sans MT" w:hAnsi="Gill Sans MT" w:cstheme="minorBidi"/>
      <w:color w:val="000000" w:themeColor="text1"/>
      <w:kern w:val="24"/>
      <w:sz w:val="36"/>
      <w:szCs w:val="40"/>
      <w:lang w:val="en-ZA" w:eastAsia="en-US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Gill Sans MT" w:hAnsi="Gill Sans MT"/>
      <w:color w:val="000000" w:themeColor="text1"/>
      <w:kern w:val="24"/>
      <w:sz w:val="36"/>
      <w:szCs w:val="40"/>
      <w:lang w:val="en-ZA" w:eastAsia="en-US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5663DF45B0B74E0A93BC0DBA4B891530">
    <w:name w:val="5663DF45B0B74E0A93BC0DBA4B891530"/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szCs w:val="26"/>
      <w:lang w:eastAsia="en-US"/>
    </w:rPr>
  </w:style>
  <w:style w:type="paragraph" w:customStyle="1" w:styleId="D41BC2FED5614054A2FCEE1F3286ABA1">
    <w:name w:val="D41BC2FED5614054A2FCEE1F3286ABA1"/>
  </w:style>
  <w:style w:type="paragraph" w:customStyle="1" w:styleId="FD1ABF5ED8CE44439479E3E966FA7EA9">
    <w:name w:val="FD1ABF5ED8CE44439479E3E966FA7EA9"/>
  </w:style>
  <w:style w:type="paragraph" w:customStyle="1" w:styleId="5D047AD2A1044C1D94F1411BE0A570BA">
    <w:name w:val="5D047AD2A1044C1D94F1411BE0A570BA"/>
  </w:style>
  <w:style w:type="character" w:styleId="Lienhypertexte">
    <w:name w:val="Hyperlink"/>
    <w:basedOn w:val="Policepardfaut"/>
    <w:uiPriority w:val="99"/>
    <w:unhideWhenUsed/>
    <w:rPr>
      <w:color w:val="833C0B" w:themeColor="accent2" w:themeShade="80"/>
      <w:u w:val="single"/>
    </w:rPr>
  </w:style>
  <w:style w:type="paragraph" w:customStyle="1" w:styleId="7FD1842C36DB43F881AECAE8FDB23F12">
    <w:name w:val="7FD1842C36DB43F881AECAE8FDB23F12"/>
  </w:style>
  <w:style w:type="paragraph" w:customStyle="1" w:styleId="08C9021A8CDE47C38E4C3B6EBDEB0688">
    <w:name w:val="08C9021A8CDE47C38E4C3B6EBDEB0688"/>
  </w:style>
  <w:style w:type="paragraph" w:customStyle="1" w:styleId="44D9B809B0104DDE9553E07F0016397C">
    <w:name w:val="44D9B809B0104DDE9553E07F0016397C"/>
  </w:style>
  <w:style w:type="paragraph" w:customStyle="1" w:styleId="B2690376CC9F45F6847AB3AF824001AC">
    <w:name w:val="B2690376CC9F45F6847AB3AF824001AC"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oordonnes">
    <w:name w:val="Coordonnées"/>
    <w:basedOn w:val="NormalWeb"/>
    <w:qFormat/>
    <w:pPr>
      <w:spacing w:after="0" w:line="240" w:lineRule="auto"/>
    </w:pPr>
    <w:rPr>
      <w:rFonts w:asciiTheme="minorHAnsi" w:hAnsiTheme="minorHAnsi" w:cstheme="minorBidi"/>
      <w:color w:val="000000" w:themeColor="text1"/>
      <w:kern w:val="24"/>
      <w:sz w:val="22"/>
      <w:szCs w:val="22"/>
      <w:lang w:val="en-ZA" w:eastAsia="en-US"/>
    </w:rPr>
  </w:style>
  <w:style w:type="paragraph" w:customStyle="1" w:styleId="5D8C83DC8B1F4F579DD2D6627239E533">
    <w:name w:val="5D8C83DC8B1F4F579DD2D6627239E533"/>
  </w:style>
  <w:style w:type="paragraph" w:customStyle="1" w:styleId="475B787A51B34144A7C06BED255B6CA7">
    <w:name w:val="475B787A51B34144A7C06BED255B6CA7"/>
  </w:style>
  <w:style w:type="paragraph" w:customStyle="1" w:styleId="6306AC4164E74F5CA84F17C1F23A2F6F">
    <w:name w:val="6306AC4164E74F5CA84F17C1F23A2F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icrosoft Resume">
      <a:dk1>
        <a:sysClr val="windowText" lastClr="000000"/>
      </a:dk1>
      <a:lt1>
        <a:sysClr val="window" lastClr="FFFFFF"/>
      </a:lt1>
      <a:dk2>
        <a:srgbClr val="262626"/>
      </a:dk2>
      <a:lt2>
        <a:srgbClr val="E7E6E6"/>
      </a:lt2>
      <a:accent1>
        <a:srgbClr val="FF0174"/>
      </a:accent1>
      <a:accent2>
        <a:srgbClr val="1DD9FF"/>
      </a:accent2>
      <a:accent3>
        <a:srgbClr val="C8FF17"/>
      </a:accent3>
      <a:accent4>
        <a:srgbClr val="FF0030"/>
      </a:accent4>
      <a:accent5>
        <a:srgbClr val="00B0F0"/>
      </a:accent5>
      <a:accent6>
        <a:srgbClr val="2A744A"/>
      </a:accent6>
      <a:hlink>
        <a:srgbClr val="FF0174"/>
      </a:hlink>
      <a:folHlink>
        <a:srgbClr val="FF0174"/>
      </a:folHlink>
    </a:clrScheme>
    <a:fontScheme name="Custom 17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2" ma:contentTypeDescription="Create a new document." ma:contentTypeScope="" ma:versionID="cf6cf056b5324d160236e2ac13572175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308e4927137fd5e63b6be1bd7725299e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48F603-C336-4063-9C54-C61EDB9B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4749A8-727E-4181-9E6A-301B51BC7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6FA939-466D-4BBB-B0B5-8F9FB0E070E5}">
  <ds:schemaRefs>
    <ds:schemaRef ds:uri="fb0879af-3eba-417a-a55a-ffe6dcd6ca77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6dc4bcd6-49db-4c07-9060-8acfc67cef9f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pense-bête</Template>
  <TotalTime>0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2024-06-18T22:00:00Z</dcterms:created>
  <dcterms:modified xsi:type="dcterms:W3CDTF">2024-06-18T22:00:00Z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